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B29" w:rsidRPr="00900CAB" w:rsidRDefault="00661B29" w:rsidP="001203B8">
      <w:pPr>
        <w:jc w:val="right"/>
        <w:rPr>
          <w:b/>
          <w:sz w:val="28"/>
          <w:szCs w:val="28"/>
        </w:rPr>
      </w:pPr>
      <w:r w:rsidRPr="00900CAB">
        <w:rPr>
          <w:b/>
          <w:sz w:val="28"/>
          <w:szCs w:val="28"/>
        </w:rPr>
        <w:t>Заключительное слово</w:t>
      </w:r>
    </w:p>
    <w:p w:rsidR="00661B29" w:rsidRPr="00900CAB" w:rsidRDefault="00661B29" w:rsidP="001203B8">
      <w:pPr>
        <w:jc w:val="right"/>
        <w:rPr>
          <w:b/>
          <w:sz w:val="28"/>
          <w:szCs w:val="28"/>
        </w:rPr>
      </w:pPr>
    </w:p>
    <w:p w:rsidR="00661B29" w:rsidRPr="00900CAB" w:rsidRDefault="00661B29" w:rsidP="00BF59AA">
      <w:pPr>
        <w:spacing w:line="360" w:lineRule="exact"/>
        <w:jc w:val="center"/>
        <w:rPr>
          <w:b/>
          <w:sz w:val="28"/>
          <w:szCs w:val="28"/>
        </w:rPr>
      </w:pPr>
      <w:r w:rsidRPr="00900CAB">
        <w:rPr>
          <w:b/>
          <w:sz w:val="28"/>
          <w:szCs w:val="28"/>
        </w:rPr>
        <w:t>Уважаемый Александр Владимирович!</w:t>
      </w:r>
    </w:p>
    <w:p w:rsidR="00661B29" w:rsidRPr="00900CAB" w:rsidRDefault="00661B29" w:rsidP="00BF59AA">
      <w:pPr>
        <w:spacing w:line="360" w:lineRule="exact"/>
        <w:jc w:val="center"/>
        <w:rPr>
          <w:b/>
          <w:sz w:val="28"/>
          <w:szCs w:val="28"/>
        </w:rPr>
      </w:pPr>
      <w:r w:rsidRPr="00900CAB">
        <w:rPr>
          <w:b/>
          <w:sz w:val="28"/>
          <w:szCs w:val="28"/>
        </w:rPr>
        <w:t>Уважаемые коллеги!</w:t>
      </w:r>
    </w:p>
    <w:p w:rsidR="00661B29" w:rsidRPr="00900CAB" w:rsidRDefault="00661B29" w:rsidP="001203B8">
      <w:pPr>
        <w:jc w:val="center"/>
        <w:rPr>
          <w:b/>
          <w:sz w:val="28"/>
          <w:szCs w:val="28"/>
        </w:rPr>
      </w:pPr>
    </w:p>
    <w:p w:rsidR="00661B29" w:rsidRPr="00900CAB" w:rsidRDefault="00661B29" w:rsidP="0091396C">
      <w:pPr>
        <w:ind w:firstLine="720"/>
        <w:jc w:val="both"/>
        <w:rPr>
          <w:sz w:val="28"/>
          <w:szCs w:val="28"/>
        </w:rPr>
      </w:pPr>
      <w:r w:rsidRPr="00900CAB">
        <w:rPr>
          <w:spacing w:val="-4"/>
          <w:sz w:val="28"/>
          <w:szCs w:val="28"/>
        </w:rPr>
        <w:t>В завершении заседания Объединенной коллегии</w:t>
      </w:r>
      <w:r w:rsidRPr="00900CAB">
        <w:rPr>
          <w:sz w:val="28"/>
          <w:szCs w:val="28"/>
        </w:rPr>
        <w:t xml:space="preserve"> генеральных прокуратур Российской Федерации и Республики Беларусь хотел бы отметить, что цель данного мероприятия, на мой взгляд, достигнута. </w:t>
      </w:r>
      <w:r w:rsidRPr="00900CAB">
        <w:rPr>
          <w:spacing w:val="-2"/>
          <w:sz w:val="28"/>
          <w:szCs w:val="28"/>
        </w:rPr>
        <w:t>Обменявшись мнениями, мы нашли конструктивные</w:t>
      </w:r>
      <w:r w:rsidRPr="00900CAB">
        <w:rPr>
          <w:sz w:val="28"/>
          <w:szCs w:val="28"/>
        </w:rPr>
        <w:t xml:space="preserve"> подходы в решении основных проблем в обсуждаемой сфере. </w:t>
      </w:r>
    </w:p>
    <w:p w:rsidR="00661B29" w:rsidRPr="00900CAB" w:rsidRDefault="00661B29" w:rsidP="001203B8">
      <w:pPr>
        <w:ind w:firstLine="720"/>
        <w:jc w:val="both"/>
        <w:rPr>
          <w:sz w:val="28"/>
          <w:szCs w:val="28"/>
        </w:rPr>
      </w:pPr>
      <w:r w:rsidRPr="00900CAB">
        <w:rPr>
          <w:spacing w:val="-6"/>
          <w:sz w:val="28"/>
          <w:szCs w:val="28"/>
        </w:rPr>
        <w:t>Считаю, что подготовленное решение достаточно</w:t>
      </w:r>
      <w:r w:rsidRPr="00900CAB">
        <w:rPr>
          <w:sz w:val="28"/>
          <w:szCs w:val="28"/>
        </w:rPr>
        <w:t xml:space="preserve"> четко обозначает совместные задачи на ближайшую перспективу. Сформулированные в нем конкретные мероприятия позволят усилить наше взаимодействие по пресечению нарушений законодательства в сфере возмещения ущерба. </w:t>
      </w:r>
      <w:bookmarkStart w:id="0" w:name="_GoBack"/>
      <w:bookmarkEnd w:id="0"/>
    </w:p>
    <w:p w:rsidR="00661B29" w:rsidRPr="00900CAB" w:rsidRDefault="00661B29" w:rsidP="001203B8">
      <w:pPr>
        <w:ind w:firstLine="720"/>
        <w:jc w:val="both"/>
        <w:rPr>
          <w:sz w:val="28"/>
          <w:szCs w:val="28"/>
        </w:rPr>
      </w:pPr>
      <w:r w:rsidRPr="00900CAB">
        <w:rPr>
          <w:sz w:val="28"/>
          <w:szCs w:val="28"/>
        </w:rPr>
        <w:t xml:space="preserve">В заключение, пользуясь случаем, хочу еще раз поблагодарить всех организаторов и участников сегодняшнего мероприятия, и лично Александра Владимировича. От имени российской стороны позвольте сказать Вам огромное спасибо за теплый сердечный прием и, как всегда, четкую организацию коллегии. </w:t>
      </w:r>
    </w:p>
    <w:p w:rsidR="00661B29" w:rsidRPr="00900CAB" w:rsidRDefault="00661B29" w:rsidP="001203B8">
      <w:pPr>
        <w:ind w:firstLine="720"/>
        <w:jc w:val="both"/>
        <w:rPr>
          <w:b/>
          <w:sz w:val="28"/>
          <w:szCs w:val="28"/>
        </w:rPr>
      </w:pPr>
      <w:r w:rsidRPr="00900CAB">
        <w:rPr>
          <w:sz w:val="28"/>
          <w:szCs w:val="28"/>
        </w:rPr>
        <w:t xml:space="preserve">Желаю всем успехов в работе. </w:t>
      </w:r>
    </w:p>
    <w:p w:rsidR="00661B29" w:rsidRPr="00900CAB" w:rsidRDefault="00661B29" w:rsidP="002A1D14">
      <w:pPr>
        <w:ind w:firstLine="720"/>
        <w:jc w:val="both"/>
        <w:rPr>
          <w:sz w:val="28"/>
          <w:szCs w:val="28"/>
        </w:rPr>
      </w:pPr>
      <w:r w:rsidRPr="00900CAB">
        <w:rPr>
          <w:b/>
          <w:sz w:val="28"/>
          <w:szCs w:val="28"/>
        </w:rPr>
        <w:t>Благодарю за внимание!</w:t>
      </w:r>
    </w:p>
    <w:sectPr w:rsidR="00661B29" w:rsidRPr="00900CAB" w:rsidSect="00BF59AA">
      <w:headerReference w:type="even" r:id="rId6"/>
      <w:headerReference w:type="default" r:id="rId7"/>
      <w:pgSz w:w="11906" w:h="16838" w:code="9"/>
      <w:pgMar w:top="737" w:right="567" w:bottom="567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B29" w:rsidRDefault="00661B29">
      <w:r>
        <w:separator/>
      </w:r>
    </w:p>
  </w:endnote>
  <w:endnote w:type="continuationSeparator" w:id="0">
    <w:p w:rsidR="00661B29" w:rsidRDefault="00661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B29" w:rsidRDefault="00661B29">
      <w:r>
        <w:separator/>
      </w:r>
    </w:p>
  </w:footnote>
  <w:footnote w:type="continuationSeparator" w:id="0">
    <w:p w:rsidR="00661B29" w:rsidRDefault="00661B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B29" w:rsidRDefault="00661B29" w:rsidP="006A1F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1B29" w:rsidRDefault="00661B2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B29" w:rsidRDefault="00661B29" w:rsidP="006A1F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61B29" w:rsidRDefault="00661B2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7A13"/>
    <w:rsid w:val="000006DA"/>
    <w:rsid w:val="000006F8"/>
    <w:rsid w:val="0000172F"/>
    <w:rsid w:val="00002A18"/>
    <w:rsid w:val="00002C65"/>
    <w:rsid w:val="0000383F"/>
    <w:rsid w:val="0000395D"/>
    <w:rsid w:val="0000408C"/>
    <w:rsid w:val="00005096"/>
    <w:rsid w:val="0000531C"/>
    <w:rsid w:val="000061A5"/>
    <w:rsid w:val="00006D7F"/>
    <w:rsid w:val="00007581"/>
    <w:rsid w:val="00007584"/>
    <w:rsid w:val="0001009F"/>
    <w:rsid w:val="00010241"/>
    <w:rsid w:val="000107AB"/>
    <w:rsid w:val="00011341"/>
    <w:rsid w:val="00011641"/>
    <w:rsid w:val="00012488"/>
    <w:rsid w:val="00012AB5"/>
    <w:rsid w:val="00012FD4"/>
    <w:rsid w:val="00013099"/>
    <w:rsid w:val="0001333B"/>
    <w:rsid w:val="00013913"/>
    <w:rsid w:val="00013FEE"/>
    <w:rsid w:val="00017B13"/>
    <w:rsid w:val="00021BF5"/>
    <w:rsid w:val="000222DA"/>
    <w:rsid w:val="00022E5F"/>
    <w:rsid w:val="00024AFE"/>
    <w:rsid w:val="0002532C"/>
    <w:rsid w:val="00026357"/>
    <w:rsid w:val="00027788"/>
    <w:rsid w:val="00027D6A"/>
    <w:rsid w:val="0003092B"/>
    <w:rsid w:val="000311BA"/>
    <w:rsid w:val="00031729"/>
    <w:rsid w:val="00031B4B"/>
    <w:rsid w:val="00031D22"/>
    <w:rsid w:val="00031F0B"/>
    <w:rsid w:val="000320CC"/>
    <w:rsid w:val="0003426F"/>
    <w:rsid w:val="000364D4"/>
    <w:rsid w:val="000368FB"/>
    <w:rsid w:val="00036DB3"/>
    <w:rsid w:val="00040756"/>
    <w:rsid w:val="00040B49"/>
    <w:rsid w:val="00041EB6"/>
    <w:rsid w:val="000427BD"/>
    <w:rsid w:val="00042B30"/>
    <w:rsid w:val="0004326F"/>
    <w:rsid w:val="00043641"/>
    <w:rsid w:val="00043843"/>
    <w:rsid w:val="000447B8"/>
    <w:rsid w:val="000455EB"/>
    <w:rsid w:val="000478D8"/>
    <w:rsid w:val="00047941"/>
    <w:rsid w:val="000508B1"/>
    <w:rsid w:val="00050B5D"/>
    <w:rsid w:val="000526C4"/>
    <w:rsid w:val="00053197"/>
    <w:rsid w:val="00053AE0"/>
    <w:rsid w:val="000547F6"/>
    <w:rsid w:val="00054AD6"/>
    <w:rsid w:val="000556EF"/>
    <w:rsid w:val="00055ADE"/>
    <w:rsid w:val="00056DE6"/>
    <w:rsid w:val="0005708C"/>
    <w:rsid w:val="00057D82"/>
    <w:rsid w:val="00061A2B"/>
    <w:rsid w:val="0006318D"/>
    <w:rsid w:val="000645A1"/>
    <w:rsid w:val="00064655"/>
    <w:rsid w:val="00070E3B"/>
    <w:rsid w:val="00071847"/>
    <w:rsid w:val="0007187A"/>
    <w:rsid w:val="000728DE"/>
    <w:rsid w:val="0007318F"/>
    <w:rsid w:val="00073723"/>
    <w:rsid w:val="000737CC"/>
    <w:rsid w:val="00073D96"/>
    <w:rsid w:val="00074B1D"/>
    <w:rsid w:val="00075775"/>
    <w:rsid w:val="00076822"/>
    <w:rsid w:val="00076F3E"/>
    <w:rsid w:val="000801D0"/>
    <w:rsid w:val="00081FFF"/>
    <w:rsid w:val="0008267A"/>
    <w:rsid w:val="0008309C"/>
    <w:rsid w:val="000832E4"/>
    <w:rsid w:val="0008357E"/>
    <w:rsid w:val="0008395A"/>
    <w:rsid w:val="00083D5D"/>
    <w:rsid w:val="00085178"/>
    <w:rsid w:val="00085D2E"/>
    <w:rsid w:val="00087651"/>
    <w:rsid w:val="00087853"/>
    <w:rsid w:val="00090023"/>
    <w:rsid w:val="00090FFE"/>
    <w:rsid w:val="00091234"/>
    <w:rsid w:val="0009159A"/>
    <w:rsid w:val="00093164"/>
    <w:rsid w:val="00094A0B"/>
    <w:rsid w:val="00095DCF"/>
    <w:rsid w:val="00096D1A"/>
    <w:rsid w:val="00096E87"/>
    <w:rsid w:val="00096FBF"/>
    <w:rsid w:val="00097430"/>
    <w:rsid w:val="00097E76"/>
    <w:rsid w:val="00097E9A"/>
    <w:rsid w:val="000A12B9"/>
    <w:rsid w:val="000A2376"/>
    <w:rsid w:val="000A383C"/>
    <w:rsid w:val="000A3FE6"/>
    <w:rsid w:val="000A5777"/>
    <w:rsid w:val="000A59D4"/>
    <w:rsid w:val="000A5ADA"/>
    <w:rsid w:val="000A5B50"/>
    <w:rsid w:val="000A5DE2"/>
    <w:rsid w:val="000A621E"/>
    <w:rsid w:val="000A6725"/>
    <w:rsid w:val="000A69D6"/>
    <w:rsid w:val="000B0755"/>
    <w:rsid w:val="000B0EF3"/>
    <w:rsid w:val="000B1135"/>
    <w:rsid w:val="000B165D"/>
    <w:rsid w:val="000B2876"/>
    <w:rsid w:val="000B3361"/>
    <w:rsid w:val="000B3602"/>
    <w:rsid w:val="000B40C3"/>
    <w:rsid w:val="000B4FF6"/>
    <w:rsid w:val="000B5082"/>
    <w:rsid w:val="000B519E"/>
    <w:rsid w:val="000B5427"/>
    <w:rsid w:val="000B79B9"/>
    <w:rsid w:val="000B7A52"/>
    <w:rsid w:val="000B7C7C"/>
    <w:rsid w:val="000C146D"/>
    <w:rsid w:val="000C2119"/>
    <w:rsid w:val="000C2AF6"/>
    <w:rsid w:val="000C3229"/>
    <w:rsid w:val="000C4844"/>
    <w:rsid w:val="000C495F"/>
    <w:rsid w:val="000C5416"/>
    <w:rsid w:val="000C595F"/>
    <w:rsid w:val="000C6311"/>
    <w:rsid w:val="000C6AD7"/>
    <w:rsid w:val="000C72AA"/>
    <w:rsid w:val="000D0EBF"/>
    <w:rsid w:val="000D0F48"/>
    <w:rsid w:val="000D1459"/>
    <w:rsid w:val="000D1FC3"/>
    <w:rsid w:val="000D3A9F"/>
    <w:rsid w:val="000D3F87"/>
    <w:rsid w:val="000D491E"/>
    <w:rsid w:val="000D5488"/>
    <w:rsid w:val="000D6D48"/>
    <w:rsid w:val="000D6E77"/>
    <w:rsid w:val="000D707E"/>
    <w:rsid w:val="000D71A3"/>
    <w:rsid w:val="000D7D24"/>
    <w:rsid w:val="000E033B"/>
    <w:rsid w:val="000E0B03"/>
    <w:rsid w:val="000E1439"/>
    <w:rsid w:val="000E1C65"/>
    <w:rsid w:val="000E231B"/>
    <w:rsid w:val="000E33C7"/>
    <w:rsid w:val="000E7540"/>
    <w:rsid w:val="000E7A62"/>
    <w:rsid w:val="000E7C50"/>
    <w:rsid w:val="000F0581"/>
    <w:rsid w:val="000F0DFE"/>
    <w:rsid w:val="000F11BC"/>
    <w:rsid w:val="000F2049"/>
    <w:rsid w:val="000F2251"/>
    <w:rsid w:val="000F3249"/>
    <w:rsid w:val="000F4E73"/>
    <w:rsid w:val="000F50F0"/>
    <w:rsid w:val="000F5815"/>
    <w:rsid w:val="000F5F6D"/>
    <w:rsid w:val="000F63EE"/>
    <w:rsid w:val="000F6591"/>
    <w:rsid w:val="000F69CF"/>
    <w:rsid w:val="000F754B"/>
    <w:rsid w:val="000F77DC"/>
    <w:rsid w:val="00100308"/>
    <w:rsid w:val="0010030A"/>
    <w:rsid w:val="00100C80"/>
    <w:rsid w:val="0010183B"/>
    <w:rsid w:val="00101D4F"/>
    <w:rsid w:val="00103CD9"/>
    <w:rsid w:val="00104206"/>
    <w:rsid w:val="001047B1"/>
    <w:rsid w:val="00105200"/>
    <w:rsid w:val="00105343"/>
    <w:rsid w:val="00105652"/>
    <w:rsid w:val="00105950"/>
    <w:rsid w:val="00106343"/>
    <w:rsid w:val="00110160"/>
    <w:rsid w:val="0011022B"/>
    <w:rsid w:val="00110634"/>
    <w:rsid w:val="00113A3C"/>
    <w:rsid w:val="00115E71"/>
    <w:rsid w:val="00115F2D"/>
    <w:rsid w:val="00116847"/>
    <w:rsid w:val="00116FED"/>
    <w:rsid w:val="00117086"/>
    <w:rsid w:val="00117867"/>
    <w:rsid w:val="001203B8"/>
    <w:rsid w:val="001212DB"/>
    <w:rsid w:val="00121F12"/>
    <w:rsid w:val="0012226A"/>
    <w:rsid w:val="00122C9D"/>
    <w:rsid w:val="00123D33"/>
    <w:rsid w:val="00123FD5"/>
    <w:rsid w:val="00124873"/>
    <w:rsid w:val="001266E1"/>
    <w:rsid w:val="00126E1C"/>
    <w:rsid w:val="001271ED"/>
    <w:rsid w:val="001277E5"/>
    <w:rsid w:val="00127C69"/>
    <w:rsid w:val="00130377"/>
    <w:rsid w:val="00130BAC"/>
    <w:rsid w:val="00130D79"/>
    <w:rsid w:val="0013115A"/>
    <w:rsid w:val="00132090"/>
    <w:rsid w:val="00132E7D"/>
    <w:rsid w:val="00134E36"/>
    <w:rsid w:val="001355AC"/>
    <w:rsid w:val="001360E1"/>
    <w:rsid w:val="00136715"/>
    <w:rsid w:val="00136F07"/>
    <w:rsid w:val="00136F76"/>
    <w:rsid w:val="00137122"/>
    <w:rsid w:val="00137475"/>
    <w:rsid w:val="00137BAE"/>
    <w:rsid w:val="00137D4A"/>
    <w:rsid w:val="00141C58"/>
    <w:rsid w:val="00143564"/>
    <w:rsid w:val="00143CCC"/>
    <w:rsid w:val="00143CE4"/>
    <w:rsid w:val="0014456E"/>
    <w:rsid w:val="00146FD7"/>
    <w:rsid w:val="0014726D"/>
    <w:rsid w:val="00150833"/>
    <w:rsid w:val="001509B5"/>
    <w:rsid w:val="00150B4A"/>
    <w:rsid w:val="001510F1"/>
    <w:rsid w:val="0015147A"/>
    <w:rsid w:val="00151BB4"/>
    <w:rsid w:val="00151E62"/>
    <w:rsid w:val="00152275"/>
    <w:rsid w:val="001522FE"/>
    <w:rsid w:val="0015304C"/>
    <w:rsid w:val="001537C0"/>
    <w:rsid w:val="00153C06"/>
    <w:rsid w:val="001554C3"/>
    <w:rsid w:val="0015585C"/>
    <w:rsid w:val="00155F14"/>
    <w:rsid w:val="00156FAB"/>
    <w:rsid w:val="00161DD6"/>
    <w:rsid w:val="001631CD"/>
    <w:rsid w:val="00163898"/>
    <w:rsid w:val="00163FE0"/>
    <w:rsid w:val="00164AAD"/>
    <w:rsid w:val="00166A41"/>
    <w:rsid w:val="001671DA"/>
    <w:rsid w:val="001673F5"/>
    <w:rsid w:val="00167540"/>
    <w:rsid w:val="00170C34"/>
    <w:rsid w:val="001710EA"/>
    <w:rsid w:val="0017173D"/>
    <w:rsid w:val="00172A9D"/>
    <w:rsid w:val="00172F91"/>
    <w:rsid w:val="0017309E"/>
    <w:rsid w:val="0017318C"/>
    <w:rsid w:val="001758B7"/>
    <w:rsid w:val="00176FC5"/>
    <w:rsid w:val="001778D1"/>
    <w:rsid w:val="0018036F"/>
    <w:rsid w:val="00180B99"/>
    <w:rsid w:val="0018147B"/>
    <w:rsid w:val="00181B4D"/>
    <w:rsid w:val="00182DA8"/>
    <w:rsid w:val="001853A1"/>
    <w:rsid w:val="001854F5"/>
    <w:rsid w:val="00186021"/>
    <w:rsid w:val="00186BAF"/>
    <w:rsid w:val="00191274"/>
    <w:rsid w:val="0019131D"/>
    <w:rsid w:val="00191559"/>
    <w:rsid w:val="00191935"/>
    <w:rsid w:val="00191D55"/>
    <w:rsid w:val="001926AF"/>
    <w:rsid w:val="00192BDE"/>
    <w:rsid w:val="001941EF"/>
    <w:rsid w:val="00194315"/>
    <w:rsid w:val="00195C96"/>
    <w:rsid w:val="00195F06"/>
    <w:rsid w:val="00196628"/>
    <w:rsid w:val="001A0E2C"/>
    <w:rsid w:val="001A1424"/>
    <w:rsid w:val="001A15F7"/>
    <w:rsid w:val="001A1993"/>
    <w:rsid w:val="001A1C70"/>
    <w:rsid w:val="001A1C9E"/>
    <w:rsid w:val="001A3DC5"/>
    <w:rsid w:val="001A3EBE"/>
    <w:rsid w:val="001A3F45"/>
    <w:rsid w:val="001A4561"/>
    <w:rsid w:val="001A48E0"/>
    <w:rsid w:val="001A4D45"/>
    <w:rsid w:val="001A502F"/>
    <w:rsid w:val="001A51A5"/>
    <w:rsid w:val="001A75F7"/>
    <w:rsid w:val="001A79D4"/>
    <w:rsid w:val="001A7A9F"/>
    <w:rsid w:val="001A7D29"/>
    <w:rsid w:val="001A7F4A"/>
    <w:rsid w:val="001A7FF4"/>
    <w:rsid w:val="001B1811"/>
    <w:rsid w:val="001B208C"/>
    <w:rsid w:val="001B20F8"/>
    <w:rsid w:val="001B4D35"/>
    <w:rsid w:val="001B4F40"/>
    <w:rsid w:val="001B5C08"/>
    <w:rsid w:val="001B6227"/>
    <w:rsid w:val="001B6BED"/>
    <w:rsid w:val="001B6FE5"/>
    <w:rsid w:val="001B7E3B"/>
    <w:rsid w:val="001C0001"/>
    <w:rsid w:val="001C0DAB"/>
    <w:rsid w:val="001C0FDC"/>
    <w:rsid w:val="001C5619"/>
    <w:rsid w:val="001C5950"/>
    <w:rsid w:val="001C5B3E"/>
    <w:rsid w:val="001C7107"/>
    <w:rsid w:val="001C7EE2"/>
    <w:rsid w:val="001D02FA"/>
    <w:rsid w:val="001D090D"/>
    <w:rsid w:val="001D0D95"/>
    <w:rsid w:val="001D170B"/>
    <w:rsid w:val="001D1873"/>
    <w:rsid w:val="001D2D7A"/>
    <w:rsid w:val="001D3DF9"/>
    <w:rsid w:val="001D43C7"/>
    <w:rsid w:val="001D4C2F"/>
    <w:rsid w:val="001D5A59"/>
    <w:rsid w:val="001D6AE0"/>
    <w:rsid w:val="001E2F17"/>
    <w:rsid w:val="001E4279"/>
    <w:rsid w:val="001E4AE1"/>
    <w:rsid w:val="001E512B"/>
    <w:rsid w:val="001E5F69"/>
    <w:rsid w:val="001E6528"/>
    <w:rsid w:val="001E6687"/>
    <w:rsid w:val="001E6C8D"/>
    <w:rsid w:val="001E79A8"/>
    <w:rsid w:val="001F0327"/>
    <w:rsid w:val="001F03C4"/>
    <w:rsid w:val="001F0502"/>
    <w:rsid w:val="001F058C"/>
    <w:rsid w:val="001F062F"/>
    <w:rsid w:val="001F08EA"/>
    <w:rsid w:val="001F0FC1"/>
    <w:rsid w:val="001F1F5F"/>
    <w:rsid w:val="001F2A90"/>
    <w:rsid w:val="001F2B97"/>
    <w:rsid w:val="001F594C"/>
    <w:rsid w:val="001F5CC1"/>
    <w:rsid w:val="001F5FE8"/>
    <w:rsid w:val="001F6BA7"/>
    <w:rsid w:val="001F721C"/>
    <w:rsid w:val="001F7F80"/>
    <w:rsid w:val="002001FA"/>
    <w:rsid w:val="00200445"/>
    <w:rsid w:val="0020055E"/>
    <w:rsid w:val="0020074E"/>
    <w:rsid w:val="002009F6"/>
    <w:rsid w:val="00200F4D"/>
    <w:rsid w:val="002016B4"/>
    <w:rsid w:val="00201887"/>
    <w:rsid w:val="002022AD"/>
    <w:rsid w:val="00202397"/>
    <w:rsid w:val="002023D3"/>
    <w:rsid w:val="0020446B"/>
    <w:rsid w:val="00204E3D"/>
    <w:rsid w:val="00205A55"/>
    <w:rsid w:val="0020641B"/>
    <w:rsid w:val="002065FA"/>
    <w:rsid w:val="00206B0A"/>
    <w:rsid w:val="002072BE"/>
    <w:rsid w:val="00210160"/>
    <w:rsid w:val="00210AA2"/>
    <w:rsid w:val="00211DFA"/>
    <w:rsid w:val="00212304"/>
    <w:rsid w:val="00213619"/>
    <w:rsid w:val="00213D54"/>
    <w:rsid w:val="00213DC0"/>
    <w:rsid w:val="002140A3"/>
    <w:rsid w:val="002147D2"/>
    <w:rsid w:val="00214A6F"/>
    <w:rsid w:val="00214E1E"/>
    <w:rsid w:val="00216B2F"/>
    <w:rsid w:val="00217697"/>
    <w:rsid w:val="00221382"/>
    <w:rsid w:val="002222C8"/>
    <w:rsid w:val="0022235E"/>
    <w:rsid w:val="00225AF4"/>
    <w:rsid w:val="00226389"/>
    <w:rsid w:val="002266EA"/>
    <w:rsid w:val="00226FC4"/>
    <w:rsid w:val="00227667"/>
    <w:rsid w:val="00227687"/>
    <w:rsid w:val="00227F24"/>
    <w:rsid w:val="00231F74"/>
    <w:rsid w:val="00231FD3"/>
    <w:rsid w:val="002322F1"/>
    <w:rsid w:val="00232648"/>
    <w:rsid w:val="00232CEB"/>
    <w:rsid w:val="00232E20"/>
    <w:rsid w:val="0023360E"/>
    <w:rsid w:val="002339E3"/>
    <w:rsid w:val="00233C47"/>
    <w:rsid w:val="00234507"/>
    <w:rsid w:val="002350D8"/>
    <w:rsid w:val="0023516E"/>
    <w:rsid w:val="00235519"/>
    <w:rsid w:val="00235E5F"/>
    <w:rsid w:val="00236183"/>
    <w:rsid w:val="00237A8A"/>
    <w:rsid w:val="00237CEE"/>
    <w:rsid w:val="00237FB2"/>
    <w:rsid w:val="00240BC5"/>
    <w:rsid w:val="00242C23"/>
    <w:rsid w:val="002434F4"/>
    <w:rsid w:val="0024504A"/>
    <w:rsid w:val="0024553E"/>
    <w:rsid w:val="002469EF"/>
    <w:rsid w:val="00246A8F"/>
    <w:rsid w:val="002471C5"/>
    <w:rsid w:val="0024723F"/>
    <w:rsid w:val="00251158"/>
    <w:rsid w:val="00251EB5"/>
    <w:rsid w:val="00252533"/>
    <w:rsid w:val="00252B50"/>
    <w:rsid w:val="00253349"/>
    <w:rsid w:val="002538E8"/>
    <w:rsid w:val="002543C7"/>
    <w:rsid w:val="002555E2"/>
    <w:rsid w:val="00255E72"/>
    <w:rsid w:val="002566E2"/>
    <w:rsid w:val="00257635"/>
    <w:rsid w:val="002602E8"/>
    <w:rsid w:val="00261BDA"/>
    <w:rsid w:val="002628B3"/>
    <w:rsid w:val="00262B2D"/>
    <w:rsid w:val="002632E7"/>
    <w:rsid w:val="00263438"/>
    <w:rsid w:val="00263B1E"/>
    <w:rsid w:val="0026452E"/>
    <w:rsid w:val="002646B0"/>
    <w:rsid w:val="00264745"/>
    <w:rsid w:val="002652FD"/>
    <w:rsid w:val="00265A75"/>
    <w:rsid w:val="00265E67"/>
    <w:rsid w:val="002673EA"/>
    <w:rsid w:val="00267679"/>
    <w:rsid w:val="00267731"/>
    <w:rsid w:val="0026775D"/>
    <w:rsid w:val="00270592"/>
    <w:rsid w:val="00270784"/>
    <w:rsid w:val="00270DDA"/>
    <w:rsid w:val="002716DC"/>
    <w:rsid w:val="00272D15"/>
    <w:rsid w:val="0027319D"/>
    <w:rsid w:val="0027390B"/>
    <w:rsid w:val="002743A3"/>
    <w:rsid w:val="00274A55"/>
    <w:rsid w:val="002758AF"/>
    <w:rsid w:val="00275BC0"/>
    <w:rsid w:val="00275F6C"/>
    <w:rsid w:val="00277746"/>
    <w:rsid w:val="002805F6"/>
    <w:rsid w:val="002807A7"/>
    <w:rsid w:val="00281340"/>
    <w:rsid w:val="002830CC"/>
    <w:rsid w:val="0028375B"/>
    <w:rsid w:val="00286E04"/>
    <w:rsid w:val="00286E65"/>
    <w:rsid w:val="00287EE3"/>
    <w:rsid w:val="00290073"/>
    <w:rsid w:val="002903F5"/>
    <w:rsid w:val="002908CB"/>
    <w:rsid w:val="00290A93"/>
    <w:rsid w:val="002916C0"/>
    <w:rsid w:val="00292281"/>
    <w:rsid w:val="002924FA"/>
    <w:rsid w:val="0029252B"/>
    <w:rsid w:val="002931FC"/>
    <w:rsid w:val="00294908"/>
    <w:rsid w:val="00295D85"/>
    <w:rsid w:val="00296B1C"/>
    <w:rsid w:val="00296B56"/>
    <w:rsid w:val="00297143"/>
    <w:rsid w:val="00297ED3"/>
    <w:rsid w:val="002A161B"/>
    <w:rsid w:val="002A1D14"/>
    <w:rsid w:val="002A2031"/>
    <w:rsid w:val="002A42C5"/>
    <w:rsid w:val="002A4FFD"/>
    <w:rsid w:val="002A55B8"/>
    <w:rsid w:val="002A55F6"/>
    <w:rsid w:val="002A59FE"/>
    <w:rsid w:val="002A6B46"/>
    <w:rsid w:val="002A7F10"/>
    <w:rsid w:val="002B0E8D"/>
    <w:rsid w:val="002B197C"/>
    <w:rsid w:val="002B2397"/>
    <w:rsid w:val="002B24E3"/>
    <w:rsid w:val="002B25EA"/>
    <w:rsid w:val="002B2611"/>
    <w:rsid w:val="002B2FE7"/>
    <w:rsid w:val="002B3274"/>
    <w:rsid w:val="002B45A6"/>
    <w:rsid w:val="002B46AF"/>
    <w:rsid w:val="002B49AF"/>
    <w:rsid w:val="002B49F3"/>
    <w:rsid w:val="002B4A27"/>
    <w:rsid w:val="002B5CAC"/>
    <w:rsid w:val="002B68B6"/>
    <w:rsid w:val="002B756F"/>
    <w:rsid w:val="002C08FF"/>
    <w:rsid w:val="002C0C68"/>
    <w:rsid w:val="002C0D94"/>
    <w:rsid w:val="002C0EF0"/>
    <w:rsid w:val="002C16C6"/>
    <w:rsid w:val="002C1AED"/>
    <w:rsid w:val="002C21B1"/>
    <w:rsid w:val="002C32F1"/>
    <w:rsid w:val="002C456D"/>
    <w:rsid w:val="002C5603"/>
    <w:rsid w:val="002C5D5B"/>
    <w:rsid w:val="002C627E"/>
    <w:rsid w:val="002D0ED1"/>
    <w:rsid w:val="002D12A9"/>
    <w:rsid w:val="002D131B"/>
    <w:rsid w:val="002D17DD"/>
    <w:rsid w:val="002D20E6"/>
    <w:rsid w:val="002D2930"/>
    <w:rsid w:val="002D3BEF"/>
    <w:rsid w:val="002D3DCF"/>
    <w:rsid w:val="002D4463"/>
    <w:rsid w:val="002D5139"/>
    <w:rsid w:val="002D5E99"/>
    <w:rsid w:val="002D60FD"/>
    <w:rsid w:val="002D70C3"/>
    <w:rsid w:val="002D7A5C"/>
    <w:rsid w:val="002D7C20"/>
    <w:rsid w:val="002E00D4"/>
    <w:rsid w:val="002E09B4"/>
    <w:rsid w:val="002E2564"/>
    <w:rsid w:val="002E2C99"/>
    <w:rsid w:val="002E31C2"/>
    <w:rsid w:val="002E32CC"/>
    <w:rsid w:val="002E3CA1"/>
    <w:rsid w:val="002E41EC"/>
    <w:rsid w:val="002E4959"/>
    <w:rsid w:val="002E4EF2"/>
    <w:rsid w:val="002E5B93"/>
    <w:rsid w:val="002E5C7A"/>
    <w:rsid w:val="002E6833"/>
    <w:rsid w:val="002E7668"/>
    <w:rsid w:val="002F0F9D"/>
    <w:rsid w:val="002F120E"/>
    <w:rsid w:val="002F1CA7"/>
    <w:rsid w:val="002F2D29"/>
    <w:rsid w:val="002F40A9"/>
    <w:rsid w:val="002F44EC"/>
    <w:rsid w:val="002F4B79"/>
    <w:rsid w:val="002F50F0"/>
    <w:rsid w:val="002F5671"/>
    <w:rsid w:val="002F569B"/>
    <w:rsid w:val="002F604F"/>
    <w:rsid w:val="002F721A"/>
    <w:rsid w:val="002F7458"/>
    <w:rsid w:val="00301112"/>
    <w:rsid w:val="00301B43"/>
    <w:rsid w:val="00302C08"/>
    <w:rsid w:val="00302C23"/>
    <w:rsid w:val="00303BF8"/>
    <w:rsid w:val="00305F80"/>
    <w:rsid w:val="00307756"/>
    <w:rsid w:val="003103DB"/>
    <w:rsid w:val="00310EA6"/>
    <w:rsid w:val="0031100F"/>
    <w:rsid w:val="00311464"/>
    <w:rsid w:val="00311576"/>
    <w:rsid w:val="00311BC9"/>
    <w:rsid w:val="00312952"/>
    <w:rsid w:val="00312B40"/>
    <w:rsid w:val="00312E1A"/>
    <w:rsid w:val="00313423"/>
    <w:rsid w:val="00313835"/>
    <w:rsid w:val="003153F3"/>
    <w:rsid w:val="0031588C"/>
    <w:rsid w:val="00315A6B"/>
    <w:rsid w:val="0031648B"/>
    <w:rsid w:val="003167CF"/>
    <w:rsid w:val="0031680C"/>
    <w:rsid w:val="00316FD1"/>
    <w:rsid w:val="0032033B"/>
    <w:rsid w:val="0032130E"/>
    <w:rsid w:val="00321C37"/>
    <w:rsid w:val="00321F54"/>
    <w:rsid w:val="0032210D"/>
    <w:rsid w:val="00323285"/>
    <w:rsid w:val="00323E3F"/>
    <w:rsid w:val="003243CB"/>
    <w:rsid w:val="0032504B"/>
    <w:rsid w:val="003262B5"/>
    <w:rsid w:val="003268E3"/>
    <w:rsid w:val="0032738A"/>
    <w:rsid w:val="00327D1D"/>
    <w:rsid w:val="00331F2F"/>
    <w:rsid w:val="00332067"/>
    <w:rsid w:val="00334292"/>
    <w:rsid w:val="00334E2B"/>
    <w:rsid w:val="00335269"/>
    <w:rsid w:val="0033607A"/>
    <w:rsid w:val="00336891"/>
    <w:rsid w:val="00337825"/>
    <w:rsid w:val="00340C0C"/>
    <w:rsid w:val="00341092"/>
    <w:rsid w:val="003411CA"/>
    <w:rsid w:val="003414A2"/>
    <w:rsid w:val="00341C7F"/>
    <w:rsid w:val="00342278"/>
    <w:rsid w:val="00342CC5"/>
    <w:rsid w:val="0034362B"/>
    <w:rsid w:val="00343934"/>
    <w:rsid w:val="00343E3C"/>
    <w:rsid w:val="0034427B"/>
    <w:rsid w:val="00344AF4"/>
    <w:rsid w:val="00344D8E"/>
    <w:rsid w:val="00345CC3"/>
    <w:rsid w:val="00347460"/>
    <w:rsid w:val="0034790F"/>
    <w:rsid w:val="00347A7A"/>
    <w:rsid w:val="00347DA9"/>
    <w:rsid w:val="00350C9E"/>
    <w:rsid w:val="003512E2"/>
    <w:rsid w:val="003513A5"/>
    <w:rsid w:val="00351B73"/>
    <w:rsid w:val="003532A8"/>
    <w:rsid w:val="00353544"/>
    <w:rsid w:val="0035366C"/>
    <w:rsid w:val="00355692"/>
    <w:rsid w:val="00356786"/>
    <w:rsid w:val="00357A13"/>
    <w:rsid w:val="003601E7"/>
    <w:rsid w:val="003616F6"/>
    <w:rsid w:val="0036210E"/>
    <w:rsid w:val="00362379"/>
    <w:rsid w:val="00363EC8"/>
    <w:rsid w:val="0036470F"/>
    <w:rsid w:val="00364885"/>
    <w:rsid w:val="003655A4"/>
    <w:rsid w:val="0036564A"/>
    <w:rsid w:val="00365E2D"/>
    <w:rsid w:val="00367F1D"/>
    <w:rsid w:val="00370037"/>
    <w:rsid w:val="003710C3"/>
    <w:rsid w:val="00372452"/>
    <w:rsid w:val="0037259B"/>
    <w:rsid w:val="0037366B"/>
    <w:rsid w:val="00374C87"/>
    <w:rsid w:val="00375560"/>
    <w:rsid w:val="00377C2D"/>
    <w:rsid w:val="00382780"/>
    <w:rsid w:val="00382F4A"/>
    <w:rsid w:val="00385041"/>
    <w:rsid w:val="00385191"/>
    <w:rsid w:val="0038554F"/>
    <w:rsid w:val="0038785E"/>
    <w:rsid w:val="00390279"/>
    <w:rsid w:val="00390F06"/>
    <w:rsid w:val="0039137B"/>
    <w:rsid w:val="003913C4"/>
    <w:rsid w:val="00391A87"/>
    <w:rsid w:val="00391C47"/>
    <w:rsid w:val="00391D99"/>
    <w:rsid w:val="003922DB"/>
    <w:rsid w:val="0039366C"/>
    <w:rsid w:val="003937FB"/>
    <w:rsid w:val="003943B2"/>
    <w:rsid w:val="00395203"/>
    <w:rsid w:val="00395A40"/>
    <w:rsid w:val="00396A72"/>
    <w:rsid w:val="003976A6"/>
    <w:rsid w:val="00397770"/>
    <w:rsid w:val="00397E90"/>
    <w:rsid w:val="003A032D"/>
    <w:rsid w:val="003A05D8"/>
    <w:rsid w:val="003A0E89"/>
    <w:rsid w:val="003A195D"/>
    <w:rsid w:val="003A1BCE"/>
    <w:rsid w:val="003A24AE"/>
    <w:rsid w:val="003A2577"/>
    <w:rsid w:val="003A34FE"/>
    <w:rsid w:val="003A439C"/>
    <w:rsid w:val="003A5EA0"/>
    <w:rsid w:val="003A6DFC"/>
    <w:rsid w:val="003A6E29"/>
    <w:rsid w:val="003A6F75"/>
    <w:rsid w:val="003B1687"/>
    <w:rsid w:val="003B3BE1"/>
    <w:rsid w:val="003B4604"/>
    <w:rsid w:val="003B6589"/>
    <w:rsid w:val="003B7052"/>
    <w:rsid w:val="003B7234"/>
    <w:rsid w:val="003B7C9B"/>
    <w:rsid w:val="003C010D"/>
    <w:rsid w:val="003C0468"/>
    <w:rsid w:val="003C0537"/>
    <w:rsid w:val="003C0BFA"/>
    <w:rsid w:val="003C0C80"/>
    <w:rsid w:val="003C1827"/>
    <w:rsid w:val="003C2137"/>
    <w:rsid w:val="003C2F53"/>
    <w:rsid w:val="003C6A86"/>
    <w:rsid w:val="003C6F95"/>
    <w:rsid w:val="003D076F"/>
    <w:rsid w:val="003D093D"/>
    <w:rsid w:val="003D0B01"/>
    <w:rsid w:val="003D0C54"/>
    <w:rsid w:val="003D12DC"/>
    <w:rsid w:val="003D214E"/>
    <w:rsid w:val="003D2580"/>
    <w:rsid w:val="003D2BFD"/>
    <w:rsid w:val="003D3672"/>
    <w:rsid w:val="003D3678"/>
    <w:rsid w:val="003D476A"/>
    <w:rsid w:val="003D4DCB"/>
    <w:rsid w:val="003D5C5E"/>
    <w:rsid w:val="003E038F"/>
    <w:rsid w:val="003E15E1"/>
    <w:rsid w:val="003E25AB"/>
    <w:rsid w:val="003E45BD"/>
    <w:rsid w:val="003E490B"/>
    <w:rsid w:val="003E4AEB"/>
    <w:rsid w:val="003E4B5D"/>
    <w:rsid w:val="003E5DB7"/>
    <w:rsid w:val="003E5E12"/>
    <w:rsid w:val="003E5F42"/>
    <w:rsid w:val="003E6C38"/>
    <w:rsid w:val="003E7142"/>
    <w:rsid w:val="003F067C"/>
    <w:rsid w:val="003F0BB0"/>
    <w:rsid w:val="003F13C6"/>
    <w:rsid w:val="003F1B89"/>
    <w:rsid w:val="003F1BCC"/>
    <w:rsid w:val="003F22C1"/>
    <w:rsid w:val="003F2610"/>
    <w:rsid w:val="003F26CB"/>
    <w:rsid w:val="003F46DE"/>
    <w:rsid w:val="003F6884"/>
    <w:rsid w:val="004006E2"/>
    <w:rsid w:val="00401C1F"/>
    <w:rsid w:val="004031C5"/>
    <w:rsid w:val="00403C51"/>
    <w:rsid w:val="00404166"/>
    <w:rsid w:val="00404633"/>
    <w:rsid w:val="00404862"/>
    <w:rsid w:val="00406F0D"/>
    <w:rsid w:val="004073BC"/>
    <w:rsid w:val="00407495"/>
    <w:rsid w:val="00411C00"/>
    <w:rsid w:val="00411C05"/>
    <w:rsid w:val="004123D9"/>
    <w:rsid w:val="004124B3"/>
    <w:rsid w:val="00415A02"/>
    <w:rsid w:val="00416186"/>
    <w:rsid w:val="00416467"/>
    <w:rsid w:val="004208B9"/>
    <w:rsid w:val="00420D5A"/>
    <w:rsid w:val="004213B1"/>
    <w:rsid w:val="00422277"/>
    <w:rsid w:val="004222A9"/>
    <w:rsid w:val="004237C7"/>
    <w:rsid w:val="004238CA"/>
    <w:rsid w:val="00423D65"/>
    <w:rsid w:val="00424E97"/>
    <w:rsid w:val="0042522A"/>
    <w:rsid w:val="00425523"/>
    <w:rsid w:val="00425802"/>
    <w:rsid w:val="00425ADB"/>
    <w:rsid w:val="00425E0F"/>
    <w:rsid w:val="00426D6D"/>
    <w:rsid w:val="004309F8"/>
    <w:rsid w:val="00430BA5"/>
    <w:rsid w:val="0043135C"/>
    <w:rsid w:val="0043192F"/>
    <w:rsid w:val="00432DB4"/>
    <w:rsid w:val="00433880"/>
    <w:rsid w:val="00435498"/>
    <w:rsid w:val="00435DCA"/>
    <w:rsid w:val="00436208"/>
    <w:rsid w:val="004367A2"/>
    <w:rsid w:val="0043709E"/>
    <w:rsid w:val="0043749E"/>
    <w:rsid w:val="00437642"/>
    <w:rsid w:val="00440773"/>
    <w:rsid w:val="004435F2"/>
    <w:rsid w:val="00443955"/>
    <w:rsid w:val="00444803"/>
    <w:rsid w:val="004451AF"/>
    <w:rsid w:val="00445E49"/>
    <w:rsid w:val="00450ADD"/>
    <w:rsid w:val="0045261B"/>
    <w:rsid w:val="0045283C"/>
    <w:rsid w:val="00454EA1"/>
    <w:rsid w:val="004556E4"/>
    <w:rsid w:val="00455D34"/>
    <w:rsid w:val="004567C9"/>
    <w:rsid w:val="00456D61"/>
    <w:rsid w:val="00456E32"/>
    <w:rsid w:val="0045749E"/>
    <w:rsid w:val="00457E76"/>
    <w:rsid w:val="00460824"/>
    <w:rsid w:val="004616BB"/>
    <w:rsid w:val="00462030"/>
    <w:rsid w:val="0046252B"/>
    <w:rsid w:val="00462E23"/>
    <w:rsid w:val="00463DF4"/>
    <w:rsid w:val="00464EE7"/>
    <w:rsid w:val="004652B2"/>
    <w:rsid w:val="00465516"/>
    <w:rsid w:val="00465894"/>
    <w:rsid w:val="00465996"/>
    <w:rsid w:val="00465B81"/>
    <w:rsid w:val="00466A49"/>
    <w:rsid w:val="004675C2"/>
    <w:rsid w:val="00467903"/>
    <w:rsid w:val="00467B6D"/>
    <w:rsid w:val="00467D23"/>
    <w:rsid w:val="004710D2"/>
    <w:rsid w:val="00471D22"/>
    <w:rsid w:val="00472E9D"/>
    <w:rsid w:val="0047430F"/>
    <w:rsid w:val="00474FBE"/>
    <w:rsid w:val="004761CA"/>
    <w:rsid w:val="00476AAC"/>
    <w:rsid w:val="00476B59"/>
    <w:rsid w:val="00476FCA"/>
    <w:rsid w:val="00477A09"/>
    <w:rsid w:val="00477F5F"/>
    <w:rsid w:val="0048009E"/>
    <w:rsid w:val="00480DF2"/>
    <w:rsid w:val="00480EE0"/>
    <w:rsid w:val="00480F99"/>
    <w:rsid w:val="00482CF2"/>
    <w:rsid w:val="00482F08"/>
    <w:rsid w:val="00483DD2"/>
    <w:rsid w:val="00484496"/>
    <w:rsid w:val="00484DCC"/>
    <w:rsid w:val="0048511A"/>
    <w:rsid w:val="00486639"/>
    <w:rsid w:val="0048701A"/>
    <w:rsid w:val="0048738B"/>
    <w:rsid w:val="00487B9E"/>
    <w:rsid w:val="00490071"/>
    <w:rsid w:val="004914A1"/>
    <w:rsid w:val="00492331"/>
    <w:rsid w:val="004927D4"/>
    <w:rsid w:val="00493249"/>
    <w:rsid w:val="00495909"/>
    <w:rsid w:val="004967D7"/>
    <w:rsid w:val="00496C57"/>
    <w:rsid w:val="00496CFF"/>
    <w:rsid w:val="00497373"/>
    <w:rsid w:val="00497CBA"/>
    <w:rsid w:val="004A0DBC"/>
    <w:rsid w:val="004A1D31"/>
    <w:rsid w:val="004A2707"/>
    <w:rsid w:val="004A2D37"/>
    <w:rsid w:val="004A349D"/>
    <w:rsid w:val="004A3D1B"/>
    <w:rsid w:val="004A654F"/>
    <w:rsid w:val="004A69AB"/>
    <w:rsid w:val="004A6BF7"/>
    <w:rsid w:val="004A6C00"/>
    <w:rsid w:val="004A6FA5"/>
    <w:rsid w:val="004B0B25"/>
    <w:rsid w:val="004B2829"/>
    <w:rsid w:val="004B3F6E"/>
    <w:rsid w:val="004B4277"/>
    <w:rsid w:val="004B5441"/>
    <w:rsid w:val="004B61E9"/>
    <w:rsid w:val="004B739B"/>
    <w:rsid w:val="004B73AF"/>
    <w:rsid w:val="004B7544"/>
    <w:rsid w:val="004B757D"/>
    <w:rsid w:val="004B7E36"/>
    <w:rsid w:val="004C067F"/>
    <w:rsid w:val="004C242F"/>
    <w:rsid w:val="004C2AFA"/>
    <w:rsid w:val="004C30E2"/>
    <w:rsid w:val="004C3BCA"/>
    <w:rsid w:val="004C4487"/>
    <w:rsid w:val="004C52A0"/>
    <w:rsid w:val="004C5518"/>
    <w:rsid w:val="004C5DA1"/>
    <w:rsid w:val="004C67C7"/>
    <w:rsid w:val="004C6806"/>
    <w:rsid w:val="004D0C57"/>
    <w:rsid w:val="004D0CAA"/>
    <w:rsid w:val="004D10DA"/>
    <w:rsid w:val="004D188E"/>
    <w:rsid w:val="004D269C"/>
    <w:rsid w:val="004D277C"/>
    <w:rsid w:val="004D2ED4"/>
    <w:rsid w:val="004D33E6"/>
    <w:rsid w:val="004D406B"/>
    <w:rsid w:val="004D44E4"/>
    <w:rsid w:val="004D4792"/>
    <w:rsid w:val="004D4807"/>
    <w:rsid w:val="004D4E55"/>
    <w:rsid w:val="004D500F"/>
    <w:rsid w:val="004D5268"/>
    <w:rsid w:val="004D5991"/>
    <w:rsid w:val="004D61AA"/>
    <w:rsid w:val="004D655B"/>
    <w:rsid w:val="004D69DD"/>
    <w:rsid w:val="004D6A01"/>
    <w:rsid w:val="004D73CA"/>
    <w:rsid w:val="004D7F05"/>
    <w:rsid w:val="004E0004"/>
    <w:rsid w:val="004E0344"/>
    <w:rsid w:val="004E16C5"/>
    <w:rsid w:val="004E390A"/>
    <w:rsid w:val="004E4466"/>
    <w:rsid w:val="004E45D7"/>
    <w:rsid w:val="004E4B05"/>
    <w:rsid w:val="004E518B"/>
    <w:rsid w:val="004E5DED"/>
    <w:rsid w:val="004E5EC1"/>
    <w:rsid w:val="004E751F"/>
    <w:rsid w:val="004F0C0D"/>
    <w:rsid w:val="004F2842"/>
    <w:rsid w:val="004F36E7"/>
    <w:rsid w:val="004F3FD6"/>
    <w:rsid w:val="004F4275"/>
    <w:rsid w:val="004F48CB"/>
    <w:rsid w:val="004F4F28"/>
    <w:rsid w:val="004F52E8"/>
    <w:rsid w:val="0050040F"/>
    <w:rsid w:val="005011FE"/>
    <w:rsid w:val="00501440"/>
    <w:rsid w:val="00503EB4"/>
    <w:rsid w:val="00504B64"/>
    <w:rsid w:val="00505455"/>
    <w:rsid w:val="0050568C"/>
    <w:rsid w:val="00505DFB"/>
    <w:rsid w:val="00505EEB"/>
    <w:rsid w:val="0051023E"/>
    <w:rsid w:val="00510311"/>
    <w:rsid w:val="00510E15"/>
    <w:rsid w:val="005116CA"/>
    <w:rsid w:val="005116F4"/>
    <w:rsid w:val="00511A31"/>
    <w:rsid w:val="005127B7"/>
    <w:rsid w:val="00512CD8"/>
    <w:rsid w:val="0051338E"/>
    <w:rsid w:val="005138A6"/>
    <w:rsid w:val="00513DD9"/>
    <w:rsid w:val="00514068"/>
    <w:rsid w:val="005146D3"/>
    <w:rsid w:val="00514BCB"/>
    <w:rsid w:val="00515312"/>
    <w:rsid w:val="00515377"/>
    <w:rsid w:val="00515EAF"/>
    <w:rsid w:val="005169F4"/>
    <w:rsid w:val="00516C4D"/>
    <w:rsid w:val="0051732B"/>
    <w:rsid w:val="00517B1C"/>
    <w:rsid w:val="00520F59"/>
    <w:rsid w:val="00524AD5"/>
    <w:rsid w:val="00524B40"/>
    <w:rsid w:val="00524F81"/>
    <w:rsid w:val="0052531F"/>
    <w:rsid w:val="0052628C"/>
    <w:rsid w:val="005268E9"/>
    <w:rsid w:val="00526A08"/>
    <w:rsid w:val="00526B77"/>
    <w:rsid w:val="005272C1"/>
    <w:rsid w:val="00527C0E"/>
    <w:rsid w:val="00532BA8"/>
    <w:rsid w:val="005339CB"/>
    <w:rsid w:val="00533E04"/>
    <w:rsid w:val="00533FFE"/>
    <w:rsid w:val="00535188"/>
    <w:rsid w:val="005362E5"/>
    <w:rsid w:val="00536B1C"/>
    <w:rsid w:val="0053768E"/>
    <w:rsid w:val="00537B26"/>
    <w:rsid w:val="00537B5F"/>
    <w:rsid w:val="0054010C"/>
    <w:rsid w:val="00540275"/>
    <w:rsid w:val="0054052B"/>
    <w:rsid w:val="00540705"/>
    <w:rsid w:val="005420C8"/>
    <w:rsid w:val="00542D07"/>
    <w:rsid w:val="00542D8B"/>
    <w:rsid w:val="005432A4"/>
    <w:rsid w:val="00545AD7"/>
    <w:rsid w:val="00545C01"/>
    <w:rsid w:val="0054756D"/>
    <w:rsid w:val="00547B44"/>
    <w:rsid w:val="005503A4"/>
    <w:rsid w:val="00550BDB"/>
    <w:rsid w:val="00550C7C"/>
    <w:rsid w:val="0055148C"/>
    <w:rsid w:val="00551EC3"/>
    <w:rsid w:val="00552165"/>
    <w:rsid w:val="00552CA4"/>
    <w:rsid w:val="00555841"/>
    <w:rsid w:val="00560014"/>
    <w:rsid w:val="0056084F"/>
    <w:rsid w:val="005652F3"/>
    <w:rsid w:val="0056543D"/>
    <w:rsid w:val="00565CC1"/>
    <w:rsid w:val="00567465"/>
    <w:rsid w:val="005678D2"/>
    <w:rsid w:val="00567FE8"/>
    <w:rsid w:val="00571623"/>
    <w:rsid w:val="00571ABA"/>
    <w:rsid w:val="00572B84"/>
    <w:rsid w:val="00573B08"/>
    <w:rsid w:val="00574363"/>
    <w:rsid w:val="00574C43"/>
    <w:rsid w:val="00575735"/>
    <w:rsid w:val="00575A3E"/>
    <w:rsid w:val="00575F00"/>
    <w:rsid w:val="00576DA6"/>
    <w:rsid w:val="0057736B"/>
    <w:rsid w:val="00577CE2"/>
    <w:rsid w:val="00577DAB"/>
    <w:rsid w:val="005824F3"/>
    <w:rsid w:val="005846EE"/>
    <w:rsid w:val="00584755"/>
    <w:rsid w:val="00585071"/>
    <w:rsid w:val="005850F8"/>
    <w:rsid w:val="005853EB"/>
    <w:rsid w:val="00585F00"/>
    <w:rsid w:val="00587A9A"/>
    <w:rsid w:val="00587FD9"/>
    <w:rsid w:val="005907E7"/>
    <w:rsid w:val="00591AF2"/>
    <w:rsid w:val="00591C3D"/>
    <w:rsid w:val="005922C4"/>
    <w:rsid w:val="00595CA2"/>
    <w:rsid w:val="005962F8"/>
    <w:rsid w:val="00596F8A"/>
    <w:rsid w:val="00597D75"/>
    <w:rsid w:val="005A041E"/>
    <w:rsid w:val="005A1385"/>
    <w:rsid w:val="005A3B0F"/>
    <w:rsid w:val="005A4F0F"/>
    <w:rsid w:val="005A5A40"/>
    <w:rsid w:val="005A5C8A"/>
    <w:rsid w:val="005A5CC8"/>
    <w:rsid w:val="005A6457"/>
    <w:rsid w:val="005A663E"/>
    <w:rsid w:val="005A75F2"/>
    <w:rsid w:val="005A7854"/>
    <w:rsid w:val="005B008E"/>
    <w:rsid w:val="005B1390"/>
    <w:rsid w:val="005B1993"/>
    <w:rsid w:val="005B1EB3"/>
    <w:rsid w:val="005B262A"/>
    <w:rsid w:val="005B2EA5"/>
    <w:rsid w:val="005B3CBA"/>
    <w:rsid w:val="005B3E7B"/>
    <w:rsid w:val="005B46AA"/>
    <w:rsid w:val="005B57E8"/>
    <w:rsid w:val="005B59C3"/>
    <w:rsid w:val="005B5ADF"/>
    <w:rsid w:val="005B6528"/>
    <w:rsid w:val="005C02BC"/>
    <w:rsid w:val="005C04A7"/>
    <w:rsid w:val="005C112D"/>
    <w:rsid w:val="005C1D99"/>
    <w:rsid w:val="005C245E"/>
    <w:rsid w:val="005C2582"/>
    <w:rsid w:val="005C4744"/>
    <w:rsid w:val="005C49F6"/>
    <w:rsid w:val="005C550F"/>
    <w:rsid w:val="005C6A08"/>
    <w:rsid w:val="005C74A8"/>
    <w:rsid w:val="005C76E9"/>
    <w:rsid w:val="005C76F2"/>
    <w:rsid w:val="005D0567"/>
    <w:rsid w:val="005D1BA7"/>
    <w:rsid w:val="005D33AD"/>
    <w:rsid w:val="005D3DDD"/>
    <w:rsid w:val="005D4F7A"/>
    <w:rsid w:val="005D536A"/>
    <w:rsid w:val="005D5515"/>
    <w:rsid w:val="005D5723"/>
    <w:rsid w:val="005D5A05"/>
    <w:rsid w:val="005D5FEA"/>
    <w:rsid w:val="005D6CD0"/>
    <w:rsid w:val="005D6FD5"/>
    <w:rsid w:val="005D750E"/>
    <w:rsid w:val="005D7A3A"/>
    <w:rsid w:val="005E015A"/>
    <w:rsid w:val="005E0DB4"/>
    <w:rsid w:val="005E14D7"/>
    <w:rsid w:val="005E2BFC"/>
    <w:rsid w:val="005E3041"/>
    <w:rsid w:val="005E320B"/>
    <w:rsid w:val="005E404A"/>
    <w:rsid w:val="005E4675"/>
    <w:rsid w:val="005E4C19"/>
    <w:rsid w:val="005E55B3"/>
    <w:rsid w:val="005E599F"/>
    <w:rsid w:val="005E78CB"/>
    <w:rsid w:val="005F117F"/>
    <w:rsid w:val="005F12D6"/>
    <w:rsid w:val="005F13FA"/>
    <w:rsid w:val="005F1E99"/>
    <w:rsid w:val="005F280C"/>
    <w:rsid w:val="005F2D29"/>
    <w:rsid w:val="005F2E58"/>
    <w:rsid w:val="005F3886"/>
    <w:rsid w:val="005F3E1F"/>
    <w:rsid w:val="005F5338"/>
    <w:rsid w:val="005F54D1"/>
    <w:rsid w:val="005F6192"/>
    <w:rsid w:val="005F7722"/>
    <w:rsid w:val="00600201"/>
    <w:rsid w:val="006002E2"/>
    <w:rsid w:val="006003E7"/>
    <w:rsid w:val="00600664"/>
    <w:rsid w:val="00601328"/>
    <w:rsid w:val="00601731"/>
    <w:rsid w:val="006025A0"/>
    <w:rsid w:val="00602828"/>
    <w:rsid w:val="00602DC2"/>
    <w:rsid w:val="006030C3"/>
    <w:rsid w:val="00603355"/>
    <w:rsid w:val="0060433F"/>
    <w:rsid w:val="00604AF9"/>
    <w:rsid w:val="00604CB0"/>
    <w:rsid w:val="006058F3"/>
    <w:rsid w:val="00606302"/>
    <w:rsid w:val="0060686C"/>
    <w:rsid w:val="00606A46"/>
    <w:rsid w:val="00606DBD"/>
    <w:rsid w:val="00606E51"/>
    <w:rsid w:val="00607857"/>
    <w:rsid w:val="00612CE9"/>
    <w:rsid w:val="00613F4F"/>
    <w:rsid w:val="00614CDD"/>
    <w:rsid w:val="00615414"/>
    <w:rsid w:val="006159E2"/>
    <w:rsid w:val="00615A55"/>
    <w:rsid w:val="00615CBD"/>
    <w:rsid w:val="00616630"/>
    <w:rsid w:val="00616CF6"/>
    <w:rsid w:val="00617400"/>
    <w:rsid w:val="00617712"/>
    <w:rsid w:val="00617D7B"/>
    <w:rsid w:val="00620C6E"/>
    <w:rsid w:val="00620C89"/>
    <w:rsid w:val="00621385"/>
    <w:rsid w:val="00621E66"/>
    <w:rsid w:val="00622295"/>
    <w:rsid w:val="006227A8"/>
    <w:rsid w:val="006229E8"/>
    <w:rsid w:val="0062389F"/>
    <w:rsid w:val="006245F0"/>
    <w:rsid w:val="00624FF2"/>
    <w:rsid w:val="00625BF8"/>
    <w:rsid w:val="0062646B"/>
    <w:rsid w:val="00626BFD"/>
    <w:rsid w:val="00626C3E"/>
    <w:rsid w:val="00627D9E"/>
    <w:rsid w:val="00627F70"/>
    <w:rsid w:val="00630360"/>
    <w:rsid w:val="00630477"/>
    <w:rsid w:val="00632306"/>
    <w:rsid w:val="0063274A"/>
    <w:rsid w:val="00632CEB"/>
    <w:rsid w:val="00633461"/>
    <w:rsid w:val="006338F2"/>
    <w:rsid w:val="00633B52"/>
    <w:rsid w:val="00634469"/>
    <w:rsid w:val="00634B23"/>
    <w:rsid w:val="00635FC1"/>
    <w:rsid w:val="00636907"/>
    <w:rsid w:val="00641E9E"/>
    <w:rsid w:val="0064320E"/>
    <w:rsid w:val="006436ED"/>
    <w:rsid w:val="00644990"/>
    <w:rsid w:val="006450DF"/>
    <w:rsid w:val="00647108"/>
    <w:rsid w:val="006479A4"/>
    <w:rsid w:val="00647D48"/>
    <w:rsid w:val="0065025C"/>
    <w:rsid w:val="0065087B"/>
    <w:rsid w:val="00651E0C"/>
    <w:rsid w:val="00652CA0"/>
    <w:rsid w:val="0065364C"/>
    <w:rsid w:val="0065497D"/>
    <w:rsid w:val="00655CF3"/>
    <w:rsid w:val="00656E0B"/>
    <w:rsid w:val="0065724E"/>
    <w:rsid w:val="006605C5"/>
    <w:rsid w:val="00660768"/>
    <w:rsid w:val="00660A8C"/>
    <w:rsid w:val="00660BD7"/>
    <w:rsid w:val="00661152"/>
    <w:rsid w:val="00661909"/>
    <w:rsid w:val="00661B29"/>
    <w:rsid w:val="00661D66"/>
    <w:rsid w:val="00661F6B"/>
    <w:rsid w:val="00662E80"/>
    <w:rsid w:val="00662FE6"/>
    <w:rsid w:val="006635AB"/>
    <w:rsid w:val="00664FC4"/>
    <w:rsid w:val="006662F9"/>
    <w:rsid w:val="00666537"/>
    <w:rsid w:val="00666714"/>
    <w:rsid w:val="0067042C"/>
    <w:rsid w:val="006704B0"/>
    <w:rsid w:val="00671232"/>
    <w:rsid w:val="0067148A"/>
    <w:rsid w:val="006719AC"/>
    <w:rsid w:val="00671A7C"/>
    <w:rsid w:val="00671A81"/>
    <w:rsid w:val="00672800"/>
    <w:rsid w:val="00674F8E"/>
    <w:rsid w:val="00675414"/>
    <w:rsid w:val="0067566C"/>
    <w:rsid w:val="00676409"/>
    <w:rsid w:val="00677919"/>
    <w:rsid w:val="0068152C"/>
    <w:rsid w:val="00681B94"/>
    <w:rsid w:val="00681DF0"/>
    <w:rsid w:val="00684ABB"/>
    <w:rsid w:val="00686DA7"/>
    <w:rsid w:val="006870E2"/>
    <w:rsid w:val="006875BD"/>
    <w:rsid w:val="006917D7"/>
    <w:rsid w:val="00691868"/>
    <w:rsid w:val="00691974"/>
    <w:rsid w:val="00693E87"/>
    <w:rsid w:val="00694A2C"/>
    <w:rsid w:val="00694A78"/>
    <w:rsid w:val="00695504"/>
    <w:rsid w:val="00695A89"/>
    <w:rsid w:val="00695E69"/>
    <w:rsid w:val="00695ED2"/>
    <w:rsid w:val="00697077"/>
    <w:rsid w:val="0069791F"/>
    <w:rsid w:val="00697FEB"/>
    <w:rsid w:val="006A08D3"/>
    <w:rsid w:val="006A1D3E"/>
    <w:rsid w:val="006A1F5C"/>
    <w:rsid w:val="006A230B"/>
    <w:rsid w:val="006A3A02"/>
    <w:rsid w:val="006A3A09"/>
    <w:rsid w:val="006A3A4C"/>
    <w:rsid w:val="006A4357"/>
    <w:rsid w:val="006A5710"/>
    <w:rsid w:val="006A787C"/>
    <w:rsid w:val="006B1992"/>
    <w:rsid w:val="006B2A1E"/>
    <w:rsid w:val="006B3C0B"/>
    <w:rsid w:val="006B430A"/>
    <w:rsid w:val="006B5A04"/>
    <w:rsid w:val="006B5C4C"/>
    <w:rsid w:val="006B6022"/>
    <w:rsid w:val="006B6337"/>
    <w:rsid w:val="006B769A"/>
    <w:rsid w:val="006B7887"/>
    <w:rsid w:val="006B7F05"/>
    <w:rsid w:val="006C1284"/>
    <w:rsid w:val="006C166C"/>
    <w:rsid w:val="006C1952"/>
    <w:rsid w:val="006C1D2B"/>
    <w:rsid w:val="006C385D"/>
    <w:rsid w:val="006C4828"/>
    <w:rsid w:val="006C4D4B"/>
    <w:rsid w:val="006C5CAE"/>
    <w:rsid w:val="006C5E86"/>
    <w:rsid w:val="006C7821"/>
    <w:rsid w:val="006C7855"/>
    <w:rsid w:val="006C78B2"/>
    <w:rsid w:val="006D032D"/>
    <w:rsid w:val="006D03D4"/>
    <w:rsid w:val="006D188D"/>
    <w:rsid w:val="006D2191"/>
    <w:rsid w:val="006D25E1"/>
    <w:rsid w:val="006D2C74"/>
    <w:rsid w:val="006D400C"/>
    <w:rsid w:val="006D48AE"/>
    <w:rsid w:val="006D51AF"/>
    <w:rsid w:val="006D59A8"/>
    <w:rsid w:val="006D7233"/>
    <w:rsid w:val="006E01B5"/>
    <w:rsid w:val="006E10C0"/>
    <w:rsid w:val="006E18D5"/>
    <w:rsid w:val="006E20C0"/>
    <w:rsid w:val="006E2715"/>
    <w:rsid w:val="006E466D"/>
    <w:rsid w:val="006E4984"/>
    <w:rsid w:val="006E4FAC"/>
    <w:rsid w:val="006E50C5"/>
    <w:rsid w:val="006E588A"/>
    <w:rsid w:val="006E5ADA"/>
    <w:rsid w:val="006E6079"/>
    <w:rsid w:val="006E60F9"/>
    <w:rsid w:val="006E7707"/>
    <w:rsid w:val="006F0E7A"/>
    <w:rsid w:val="006F1372"/>
    <w:rsid w:val="006F1B95"/>
    <w:rsid w:val="006F22F0"/>
    <w:rsid w:val="006F2A6B"/>
    <w:rsid w:val="006F5437"/>
    <w:rsid w:val="006F5D7B"/>
    <w:rsid w:val="00700742"/>
    <w:rsid w:val="00702036"/>
    <w:rsid w:val="007020DA"/>
    <w:rsid w:val="00702953"/>
    <w:rsid w:val="00702A85"/>
    <w:rsid w:val="00704C15"/>
    <w:rsid w:val="007055E2"/>
    <w:rsid w:val="00706188"/>
    <w:rsid w:val="0070673C"/>
    <w:rsid w:val="00706B0B"/>
    <w:rsid w:val="00706E9C"/>
    <w:rsid w:val="00706F27"/>
    <w:rsid w:val="007101C2"/>
    <w:rsid w:val="007107B8"/>
    <w:rsid w:val="00710907"/>
    <w:rsid w:val="00711564"/>
    <w:rsid w:val="00711691"/>
    <w:rsid w:val="00711841"/>
    <w:rsid w:val="00711E5E"/>
    <w:rsid w:val="00712691"/>
    <w:rsid w:val="007135F5"/>
    <w:rsid w:val="00713749"/>
    <w:rsid w:val="00713C7C"/>
    <w:rsid w:val="00713CA8"/>
    <w:rsid w:val="0071435F"/>
    <w:rsid w:val="007143D0"/>
    <w:rsid w:val="007167E6"/>
    <w:rsid w:val="0071770D"/>
    <w:rsid w:val="00717A8A"/>
    <w:rsid w:val="00720EBE"/>
    <w:rsid w:val="007215D6"/>
    <w:rsid w:val="00721F0A"/>
    <w:rsid w:val="00721F63"/>
    <w:rsid w:val="00725AD3"/>
    <w:rsid w:val="00725FAB"/>
    <w:rsid w:val="00726851"/>
    <w:rsid w:val="0073055F"/>
    <w:rsid w:val="00730723"/>
    <w:rsid w:val="00730E01"/>
    <w:rsid w:val="00731267"/>
    <w:rsid w:val="00731BA1"/>
    <w:rsid w:val="00731C85"/>
    <w:rsid w:val="00732557"/>
    <w:rsid w:val="00733146"/>
    <w:rsid w:val="00733B46"/>
    <w:rsid w:val="00735A66"/>
    <w:rsid w:val="00735FA4"/>
    <w:rsid w:val="007363C9"/>
    <w:rsid w:val="00736834"/>
    <w:rsid w:val="00736AFE"/>
    <w:rsid w:val="00736C71"/>
    <w:rsid w:val="007406EE"/>
    <w:rsid w:val="007418DC"/>
    <w:rsid w:val="007420F9"/>
    <w:rsid w:val="007451F7"/>
    <w:rsid w:val="00746705"/>
    <w:rsid w:val="00747370"/>
    <w:rsid w:val="007474AD"/>
    <w:rsid w:val="00752042"/>
    <w:rsid w:val="007526B1"/>
    <w:rsid w:val="00753932"/>
    <w:rsid w:val="007539D7"/>
    <w:rsid w:val="00753B97"/>
    <w:rsid w:val="00753F8E"/>
    <w:rsid w:val="00754735"/>
    <w:rsid w:val="00755723"/>
    <w:rsid w:val="00755788"/>
    <w:rsid w:val="00755958"/>
    <w:rsid w:val="007568A4"/>
    <w:rsid w:val="00757426"/>
    <w:rsid w:val="00757AF7"/>
    <w:rsid w:val="0076004F"/>
    <w:rsid w:val="00763308"/>
    <w:rsid w:val="00763A5B"/>
    <w:rsid w:val="0076713E"/>
    <w:rsid w:val="00767510"/>
    <w:rsid w:val="00767829"/>
    <w:rsid w:val="00767EE2"/>
    <w:rsid w:val="007700E8"/>
    <w:rsid w:val="00770774"/>
    <w:rsid w:val="00770C1B"/>
    <w:rsid w:val="00771D9E"/>
    <w:rsid w:val="00771FC7"/>
    <w:rsid w:val="00772E5E"/>
    <w:rsid w:val="00774050"/>
    <w:rsid w:val="007742B0"/>
    <w:rsid w:val="007743A2"/>
    <w:rsid w:val="00774820"/>
    <w:rsid w:val="00777002"/>
    <w:rsid w:val="00777133"/>
    <w:rsid w:val="00780821"/>
    <w:rsid w:val="007808AC"/>
    <w:rsid w:val="00780F06"/>
    <w:rsid w:val="007833C2"/>
    <w:rsid w:val="007846F3"/>
    <w:rsid w:val="00785309"/>
    <w:rsid w:val="0078539A"/>
    <w:rsid w:val="00785863"/>
    <w:rsid w:val="0078666E"/>
    <w:rsid w:val="007875FB"/>
    <w:rsid w:val="00790588"/>
    <w:rsid w:val="007906A3"/>
    <w:rsid w:val="0079081E"/>
    <w:rsid w:val="00790901"/>
    <w:rsid w:val="00791320"/>
    <w:rsid w:val="00792575"/>
    <w:rsid w:val="0079283F"/>
    <w:rsid w:val="007928A1"/>
    <w:rsid w:val="00792BCD"/>
    <w:rsid w:val="00793CF5"/>
    <w:rsid w:val="00793F7F"/>
    <w:rsid w:val="00795329"/>
    <w:rsid w:val="0079588A"/>
    <w:rsid w:val="00795939"/>
    <w:rsid w:val="007964EA"/>
    <w:rsid w:val="00797169"/>
    <w:rsid w:val="00797942"/>
    <w:rsid w:val="007A291A"/>
    <w:rsid w:val="007A29D2"/>
    <w:rsid w:val="007A2CF5"/>
    <w:rsid w:val="007A2D4F"/>
    <w:rsid w:val="007A34EF"/>
    <w:rsid w:val="007A3615"/>
    <w:rsid w:val="007A38FA"/>
    <w:rsid w:val="007A3B75"/>
    <w:rsid w:val="007A4634"/>
    <w:rsid w:val="007A5DAB"/>
    <w:rsid w:val="007A5FF9"/>
    <w:rsid w:val="007A62D4"/>
    <w:rsid w:val="007A7C8C"/>
    <w:rsid w:val="007B100B"/>
    <w:rsid w:val="007B146D"/>
    <w:rsid w:val="007B1F82"/>
    <w:rsid w:val="007B395B"/>
    <w:rsid w:val="007B4F8A"/>
    <w:rsid w:val="007B5797"/>
    <w:rsid w:val="007B70B3"/>
    <w:rsid w:val="007B79FB"/>
    <w:rsid w:val="007C0DF0"/>
    <w:rsid w:val="007C2170"/>
    <w:rsid w:val="007C2342"/>
    <w:rsid w:val="007C2946"/>
    <w:rsid w:val="007C353A"/>
    <w:rsid w:val="007C431E"/>
    <w:rsid w:val="007C58F0"/>
    <w:rsid w:val="007C5986"/>
    <w:rsid w:val="007C6997"/>
    <w:rsid w:val="007C6D1B"/>
    <w:rsid w:val="007D0E45"/>
    <w:rsid w:val="007D11CF"/>
    <w:rsid w:val="007D3395"/>
    <w:rsid w:val="007D4498"/>
    <w:rsid w:val="007D5361"/>
    <w:rsid w:val="007D5530"/>
    <w:rsid w:val="007D6270"/>
    <w:rsid w:val="007D7269"/>
    <w:rsid w:val="007D7ABD"/>
    <w:rsid w:val="007E0086"/>
    <w:rsid w:val="007E0350"/>
    <w:rsid w:val="007E054E"/>
    <w:rsid w:val="007E1B73"/>
    <w:rsid w:val="007E1BDD"/>
    <w:rsid w:val="007E1D47"/>
    <w:rsid w:val="007E1F94"/>
    <w:rsid w:val="007E2C2A"/>
    <w:rsid w:val="007E2E53"/>
    <w:rsid w:val="007E379A"/>
    <w:rsid w:val="007E4E47"/>
    <w:rsid w:val="007E51DF"/>
    <w:rsid w:val="007E5B05"/>
    <w:rsid w:val="007E651D"/>
    <w:rsid w:val="007E6647"/>
    <w:rsid w:val="007E71D5"/>
    <w:rsid w:val="007E7879"/>
    <w:rsid w:val="007F0778"/>
    <w:rsid w:val="007F1968"/>
    <w:rsid w:val="007F1C7E"/>
    <w:rsid w:val="007F200A"/>
    <w:rsid w:val="007F2176"/>
    <w:rsid w:val="007F22D0"/>
    <w:rsid w:val="007F22F0"/>
    <w:rsid w:val="007F3449"/>
    <w:rsid w:val="007F39B6"/>
    <w:rsid w:val="007F45A3"/>
    <w:rsid w:val="007F46AE"/>
    <w:rsid w:val="007F592B"/>
    <w:rsid w:val="007F796A"/>
    <w:rsid w:val="007F7BD9"/>
    <w:rsid w:val="007F7D56"/>
    <w:rsid w:val="007F7EB6"/>
    <w:rsid w:val="008008BE"/>
    <w:rsid w:val="0080093B"/>
    <w:rsid w:val="00802467"/>
    <w:rsid w:val="008026F6"/>
    <w:rsid w:val="00802D41"/>
    <w:rsid w:val="0080376E"/>
    <w:rsid w:val="00803A73"/>
    <w:rsid w:val="008042D5"/>
    <w:rsid w:val="00804825"/>
    <w:rsid w:val="008057FC"/>
    <w:rsid w:val="00806023"/>
    <w:rsid w:val="008061DD"/>
    <w:rsid w:val="00806361"/>
    <w:rsid w:val="008102F3"/>
    <w:rsid w:val="00811147"/>
    <w:rsid w:val="0081118E"/>
    <w:rsid w:val="00811683"/>
    <w:rsid w:val="00812009"/>
    <w:rsid w:val="008125D2"/>
    <w:rsid w:val="008129EC"/>
    <w:rsid w:val="008132D2"/>
    <w:rsid w:val="0081366C"/>
    <w:rsid w:val="00813B0C"/>
    <w:rsid w:val="00813D97"/>
    <w:rsid w:val="0081476F"/>
    <w:rsid w:val="0081520B"/>
    <w:rsid w:val="008167E9"/>
    <w:rsid w:val="008174C9"/>
    <w:rsid w:val="00817BD3"/>
    <w:rsid w:val="008219EB"/>
    <w:rsid w:val="00821CFC"/>
    <w:rsid w:val="00821DD0"/>
    <w:rsid w:val="00822EC1"/>
    <w:rsid w:val="00825192"/>
    <w:rsid w:val="00826088"/>
    <w:rsid w:val="00826539"/>
    <w:rsid w:val="00826561"/>
    <w:rsid w:val="008279D8"/>
    <w:rsid w:val="00831F5B"/>
    <w:rsid w:val="008339E5"/>
    <w:rsid w:val="00833B04"/>
    <w:rsid w:val="00833DF5"/>
    <w:rsid w:val="008344D5"/>
    <w:rsid w:val="00835105"/>
    <w:rsid w:val="00835532"/>
    <w:rsid w:val="00835E4C"/>
    <w:rsid w:val="0083616A"/>
    <w:rsid w:val="00840802"/>
    <w:rsid w:val="00840DAC"/>
    <w:rsid w:val="00841996"/>
    <w:rsid w:val="008419E2"/>
    <w:rsid w:val="00842C7A"/>
    <w:rsid w:val="0084304E"/>
    <w:rsid w:val="00843C76"/>
    <w:rsid w:val="008450C8"/>
    <w:rsid w:val="00845243"/>
    <w:rsid w:val="00845ED2"/>
    <w:rsid w:val="0084701C"/>
    <w:rsid w:val="00847C15"/>
    <w:rsid w:val="0085067F"/>
    <w:rsid w:val="00850E69"/>
    <w:rsid w:val="00852DA8"/>
    <w:rsid w:val="00852E23"/>
    <w:rsid w:val="00854F08"/>
    <w:rsid w:val="00854FED"/>
    <w:rsid w:val="0085532C"/>
    <w:rsid w:val="00855A1E"/>
    <w:rsid w:val="008562E0"/>
    <w:rsid w:val="00856525"/>
    <w:rsid w:val="00856A5A"/>
    <w:rsid w:val="00857AD0"/>
    <w:rsid w:val="008602E0"/>
    <w:rsid w:val="0086066B"/>
    <w:rsid w:val="00860CB9"/>
    <w:rsid w:val="00860E0F"/>
    <w:rsid w:val="00862814"/>
    <w:rsid w:val="00863A5C"/>
    <w:rsid w:val="00863AE0"/>
    <w:rsid w:val="0086455C"/>
    <w:rsid w:val="00865AB1"/>
    <w:rsid w:val="008664B5"/>
    <w:rsid w:val="0086665B"/>
    <w:rsid w:val="00867C04"/>
    <w:rsid w:val="0087086E"/>
    <w:rsid w:val="00872194"/>
    <w:rsid w:val="00872230"/>
    <w:rsid w:val="008733E2"/>
    <w:rsid w:val="00873924"/>
    <w:rsid w:val="00875B6B"/>
    <w:rsid w:val="00876051"/>
    <w:rsid w:val="008773A2"/>
    <w:rsid w:val="00880694"/>
    <w:rsid w:val="00880A0F"/>
    <w:rsid w:val="008810AA"/>
    <w:rsid w:val="008822CD"/>
    <w:rsid w:val="00884331"/>
    <w:rsid w:val="008848F6"/>
    <w:rsid w:val="00884D9E"/>
    <w:rsid w:val="008850A0"/>
    <w:rsid w:val="0088522D"/>
    <w:rsid w:val="00886EA8"/>
    <w:rsid w:val="008872CE"/>
    <w:rsid w:val="00887671"/>
    <w:rsid w:val="008877E1"/>
    <w:rsid w:val="00887C06"/>
    <w:rsid w:val="008900D7"/>
    <w:rsid w:val="00891090"/>
    <w:rsid w:val="008910CD"/>
    <w:rsid w:val="0089155F"/>
    <w:rsid w:val="008915D1"/>
    <w:rsid w:val="008923A8"/>
    <w:rsid w:val="00892A56"/>
    <w:rsid w:val="008935C5"/>
    <w:rsid w:val="008941BA"/>
    <w:rsid w:val="00894AE4"/>
    <w:rsid w:val="00894D1B"/>
    <w:rsid w:val="00894F75"/>
    <w:rsid w:val="00897DF0"/>
    <w:rsid w:val="008A0C66"/>
    <w:rsid w:val="008A1921"/>
    <w:rsid w:val="008A1CEF"/>
    <w:rsid w:val="008A1E99"/>
    <w:rsid w:val="008A33A9"/>
    <w:rsid w:val="008A38C3"/>
    <w:rsid w:val="008A3A4E"/>
    <w:rsid w:val="008A4D48"/>
    <w:rsid w:val="008A5870"/>
    <w:rsid w:val="008A7CA3"/>
    <w:rsid w:val="008B0B04"/>
    <w:rsid w:val="008B4EBD"/>
    <w:rsid w:val="008B54A5"/>
    <w:rsid w:val="008B56BE"/>
    <w:rsid w:val="008B653D"/>
    <w:rsid w:val="008B78D4"/>
    <w:rsid w:val="008C09A9"/>
    <w:rsid w:val="008C0CD1"/>
    <w:rsid w:val="008C0EA5"/>
    <w:rsid w:val="008C197E"/>
    <w:rsid w:val="008C1D6A"/>
    <w:rsid w:val="008C26D1"/>
    <w:rsid w:val="008C2AC2"/>
    <w:rsid w:val="008C3CA9"/>
    <w:rsid w:val="008C44B9"/>
    <w:rsid w:val="008C44D2"/>
    <w:rsid w:val="008C6627"/>
    <w:rsid w:val="008C6A48"/>
    <w:rsid w:val="008C77B9"/>
    <w:rsid w:val="008C7D1B"/>
    <w:rsid w:val="008C7FFA"/>
    <w:rsid w:val="008D14C5"/>
    <w:rsid w:val="008D1623"/>
    <w:rsid w:val="008D2937"/>
    <w:rsid w:val="008D3091"/>
    <w:rsid w:val="008D309A"/>
    <w:rsid w:val="008D5B75"/>
    <w:rsid w:val="008D5E61"/>
    <w:rsid w:val="008D6024"/>
    <w:rsid w:val="008D74B9"/>
    <w:rsid w:val="008D7870"/>
    <w:rsid w:val="008D791C"/>
    <w:rsid w:val="008E02BE"/>
    <w:rsid w:val="008E1163"/>
    <w:rsid w:val="008E1941"/>
    <w:rsid w:val="008E1B65"/>
    <w:rsid w:val="008E2797"/>
    <w:rsid w:val="008E342F"/>
    <w:rsid w:val="008E39E2"/>
    <w:rsid w:val="008E3B9B"/>
    <w:rsid w:val="008E43ED"/>
    <w:rsid w:val="008E4772"/>
    <w:rsid w:val="008E5171"/>
    <w:rsid w:val="008E5532"/>
    <w:rsid w:val="008E560B"/>
    <w:rsid w:val="008F152C"/>
    <w:rsid w:val="008F1D25"/>
    <w:rsid w:val="008F1FFE"/>
    <w:rsid w:val="008F38E6"/>
    <w:rsid w:val="008F3FEC"/>
    <w:rsid w:val="008F57A6"/>
    <w:rsid w:val="008F57F5"/>
    <w:rsid w:val="008F6168"/>
    <w:rsid w:val="008F6814"/>
    <w:rsid w:val="008F6FE1"/>
    <w:rsid w:val="00900953"/>
    <w:rsid w:val="00900BEF"/>
    <w:rsid w:val="00900CAB"/>
    <w:rsid w:val="0090126A"/>
    <w:rsid w:val="00901973"/>
    <w:rsid w:val="00901A60"/>
    <w:rsid w:val="0090228E"/>
    <w:rsid w:val="00903CAF"/>
    <w:rsid w:val="009045F2"/>
    <w:rsid w:val="0090534B"/>
    <w:rsid w:val="009102F0"/>
    <w:rsid w:val="0091173F"/>
    <w:rsid w:val="00911F26"/>
    <w:rsid w:val="00912652"/>
    <w:rsid w:val="009135BB"/>
    <w:rsid w:val="0091396C"/>
    <w:rsid w:val="00913B34"/>
    <w:rsid w:val="00913B44"/>
    <w:rsid w:val="00913CE0"/>
    <w:rsid w:val="009152A6"/>
    <w:rsid w:val="00915CA6"/>
    <w:rsid w:val="00916270"/>
    <w:rsid w:val="009178E7"/>
    <w:rsid w:val="009207E1"/>
    <w:rsid w:val="00921150"/>
    <w:rsid w:val="00921176"/>
    <w:rsid w:val="00921904"/>
    <w:rsid w:val="00921B4F"/>
    <w:rsid w:val="00922015"/>
    <w:rsid w:val="00922388"/>
    <w:rsid w:val="00923252"/>
    <w:rsid w:val="00924353"/>
    <w:rsid w:val="009249A6"/>
    <w:rsid w:val="00925381"/>
    <w:rsid w:val="00925587"/>
    <w:rsid w:val="00926C35"/>
    <w:rsid w:val="00927177"/>
    <w:rsid w:val="009302F3"/>
    <w:rsid w:val="00930755"/>
    <w:rsid w:val="009310A5"/>
    <w:rsid w:val="009311DB"/>
    <w:rsid w:val="009316AC"/>
    <w:rsid w:val="009321C4"/>
    <w:rsid w:val="00932345"/>
    <w:rsid w:val="00933D48"/>
    <w:rsid w:val="00934396"/>
    <w:rsid w:val="00934C43"/>
    <w:rsid w:val="00934D9E"/>
    <w:rsid w:val="009369BB"/>
    <w:rsid w:val="009401FA"/>
    <w:rsid w:val="00941518"/>
    <w:rsid w:val="009418B3"/>
    <w:rsid w:val="009444FB"/>
    <w:rsid w:val="00945C88"/>
    <w:rsid w:val="0094645B"/>
    <w:rsid w:val="00947EBD"/>
    <w:rsid w:val="00950044"/>
    <w:rsid w:val="0095098D"/>
    <w:rsid w:val="00950EF3"/>
    <w:rsid w:val="0095119D"/>
    <w:rsid w:val="00951232"/>
    <w:rsid w:val="00951358"/>
    <w:rsid w:val="00951F1F"/>
    <w:rsid w:val="00952252"/>
    <w:rsid w:val="00953F56"/>
    <w:rsid w:val="009541E7"/>
    <w:rsid w:val="009546F4"/>
    <w:rsid w:val="00955608"/>
    <w:rsid w:val="00956A34"/>
    <w:rsid w:val="00956F9C"/>
    <w:rsid w:val="00957280"/>
    <w:rsid w:val="009579BC"/>
    <w:rsid w:val="00957D7A"/>
    <w:rsid w:val="009600F7"/>
    <w:rsid w:val="009602CA"/>
    <w:rsid w:val="00960D82"/>
    <w:rsid w:val="00961648"/>
    <w:rsid w:val="00963424"/>
    <w:rsid w:val="00963C92"/>
    <w:rsid w:val="009647D8"/>
    <w:rsid w:val="00964835"/>
    <w:rsid w:val="00964981"/>
    <w:rsid w:val="00964FEF"/>
    <w:rsid w:val="009655C8"/>
    <w:rsid w:val="00965F06"/>
    <w:rsid w:val="00965F08"/>
    <w:rsid w:val="00967999"/>
    <w:rsid w:val="009704AE"/>
    <w:rsid w:val="00971116"/>
    <w:rsid w:val="00972299"/>
    <w:rsid w:val="00972F12"/>
    <w:rsid w:val="00973037"/>
    <w:rsid w:val="0097389A"/>
    <w:rsid w:val="00975895"/>
    <w:rsid w:val="00975BB8"/>
    <w:rsid w:val="00976DFE"/>
    <w:rsid w:val="00976FAB"/>
    <w:rsid w:val="00977981"/>
    <w:rsid w:val="00980B3C"/>
    <w:rsid w:val="00981EAA"/>
    <w:rsid w:val="00982628"/>
    <w:rsid w:val="00982990"/>
    <w:rsid w:val="00983824"/>
    <w:rsid w:val="00983F1B"/>
    <w:rsid w:val="00984BF3"/>
    <w:rsid w:val="00985E07"/>
    <w:rsid w:val="00986F74"/>
    <w:rsid w:val="00990378"/>
    <w:rsid w:val="00990689"/>
    <w:rsid w:val="0099091F"/>
    <w:rsid w:val="00992F30"/>
    <w:rsid w:val="00993030"/>
    <w:rsid w:val="00993052"/>
    <w:rsid w:val="00993578"/>
    <w:rsid w:val="00993963"/>
    <w:rsid w:val="009942B9"/>
    <w:rsid w:val="009949B8"/>
    <w:rsid w:val="00995C76"/>
    <w:rsid w:val="00995D08"/>
    <w:rsid w:val="00996574"/>
    <w:rsid w:val="0099666B"/>
    <w:rsid w:val="009966A0"/>
    <w:rsid w:val="00997CA6"/>
    <w:rsid w:val="009A14EC"/>
    <w:rsid w:val="009A17FC"/>
    <w:rsid w:val="009A2EFC"/>
    <w:rsid w:val="009A2F5C"/>
    <w:rsid w:val="009A35A9"/>
    <w:rsid w:val="009A4084"/>
    <w:rsid w:val="009A48C4"/>
    <w:rsid w:val="009A59E0"/>
    <w:rsid w:val="009A7C45"/>
    <w:rsid w:val="009B04D8"/>
    <w:rsid w:val="009B0B49"/>
    <w:rsid w:val="009B0F9B"/>
    <w:rsid w:val="009B13E6"/>
    <w:rsid w:val="009B1DDD"/>
    <w:rsid w:val="009B266A"/>
    <w:rsid w:val="009B2C2D"/>
    <w:rsid w:val="009B35F5"/>
    <w:rsid w:val="009B4A0B"/>
    <w:rsid w:val="009B529C"/>
    <w:rsid w:val="009B54A2"/>
    <w:rsid w:val="009B5B33"/>
    <w:rsid w:val="009B7334"/>
    <w:rsid w:val="009B794F"/>
    <w:rsid w:val="009B7A15"/>
    <w:rsid w:val="009C068E"/>
    <w:rsid w:val="009C0E7F"/>
    <w:rsid w:val="009C243B"/>
    <w:rsid w:val="009C2EA2"/>
    <w:rsid w:val="009C32C6"/>
    <w:rsid w:val="009C386A"/>
    <w:rsid w:val="009C5865"/>
    <w:rsid w:val="009C7264"/>
    <w:rsid w:val="009C7D0A"/>
    <w:rsid w:val="009C7D2C"/>
    <w:rsid w:val="009D0165"/>
    <w:rsid w:val="009D028A"/>
    <w:rsid w:val="009D15F0"/>
    <w:rsid w:val="009D1847"/>
    <w:rsid w:val="009D18DD"/>
    <w:rsid w:val="009D2367"/>
    <w:rsid w:val="009D2707"/>
    <w:rsid w:val="009D2F26"/>
    <w:rsid w:val="009D38AF"/>
    <w:rsid w:val="009D3CC3"/>
    <w:rsid w:val="009D4F6F"/>
    <w:rsid w:val="009D5DD6"/>
    <w:rsid w:val="009D68F3"/>
    <w:rsid w:val="009D7FDA"/>
    <w:rsid w:val="009E0027"/>
    <w:rsid w:val="009E007D"/>
    <w:rsid w:val="009E1C05"/>
    <w:rsid w:val="009E1D4B"/>
    <w:rsid w:val="009E424D"/>
    <w:rsid w:val="009E5943"/>
    <w:rsid w:val="009E792E"/>
    <w:rsid w:val="009E7AD0"/>
    <w:rsid w:val="009F0305"/>
    <w:rsid w:val="009F09EA"/>
    <w:rsid w:val="009F0DE3"/>
    <w:rsid w:val="009F16F2"/>
    <w:rsid w:val="009F3A81"/>
    <w:rsid w:val="009F4F35"/>
    <w:rsid w:val="009F7571"/>
    <w:rsid w:val="00A0068B"/>
    <w:rsid w:val="00A00BCF"/>
    <w:rsid w:val="00A01A3C"/>
    <w:rsid w:val="00A040C2"/>
    <w:rsid w:val="00A042FA"/>
    <w:rsid w:val="00A0445A"/>
    <w:rsid w:val="00A04516"/>
    <w:rsid w:val="00A050E4"/>
    <w:rsid w:val="00A05746"/>
    <w:rsid w:val="00A059F3"/>
    <w:rsid w:val="00A05A7C"/>
    <w:rsid w:val="00A05B69"/>
    <w:rsid w:val="00A071A1"/>
    <w:rsid w:val="00A07752"/>
    <w:rsid w:val="00A10D1B"/>
    <w:rsid w:val="00A11ED0"/>
    <w:rsid w:val="00A126F8"/>
    <w:rsid w:val="00A137A3"/>
    <w:rsid w:val="00A14D66"/>
    <w:rsid w:val="00A16D18"/>
    <w:rsid w:val="00A17127"/>
    <w:rsid w:val="00A17748"/>
    <w:rsid w:val="00A17A79"/>
    <w:rsid w:val="00A17F07"/>
    <w:rsid w:val="00A219BC"/>
    <w:rsid w:val="00A21EF7"/>
    <w:rsid w:val="00A227DD"/>
    <w:rsid w:val="00A2524E"/>
    <w:rsid w:val="00A25FE1"/>
    <w:rsid w:val="00A27417"/>
    <w:rsid w:val="00A3091A"/>
    <w:rsid w:val="00A31DE3"/>
    <w:rsid w:val="00A321D8"/>
    <w:rsid w:val="00A32785"/>
    <w:rsid w:val="00A33A73"/>
    <w:rsid w:val="00A33B41"/>
    <w:rsid w:val="00A344CF"/>
    <w:rsid w:val="00A34C0E"/>
    <w:rsid w:val="00A34E07"/>
    <w:rsid w:val="00A35081"/>
    <w:rsid w:val="00A354FB"/>
    <w:rsid w:val="00A40362"/>
    <w:rsid w:val="00A4091F"/>
    <w:rsid w:val="00A445AD"/>
    <w:rsid w:val="00A44B61"/>
    <w:rsid w:val="00A44D8E"/>
    <w:rsid w:val="00A46AF6"/>
    <w:rsid w:val="00A47198"/>
    <w:rsid w:val="00A471A3"/>
    <w:rsid w:val="00A50603"/>
    <w:rsid w:val="00A51487"/>
    <w:rsid w:val="00A51BCD"/>
    <w:rsid w:val="00A53006"/>
    <w:rsid w:val="00A53FC9"/>
    <w:rsid w:val="00A54EB0"/>
    <w:rsid w:val="00A56329"/>
    <w:rsid w:val="00A5648C"/>
    <w:rsid w:val="00A5670A"/>
    <w:rsid w:val="00A56CA1"/>
    <w:rsid w:val="00A56DF8"/>
    <w:rsid w:val="00A5747B"/>
    <w:rsid w:val="00A57BF2"/>
    <w:rsid w:val="00A6103B"/>
    <w:rsid w:val="00A61816"/>
    <w:rsid w:val="00A63D3B"/>
    <w:rsid w:val="00A64A7C"/>
    <w:rsid w:val="00A65431"/>
    <w:rsid w:val="00A65BDD"/>
    <w:rsid w:val="00A66500"/>
    <w:rsid w:val="00A66843"/>
    <w:rsid w:val="00A70136"/>
    <w:rsid w:val="00A709EF"/>
    <w:rsid w:val="00A73411"/>
    <w:rsid w:val="00A73FA7"/>
    <w:rsid w:val="00A746E5"/>
    <w:rsid w:val="00A74B94"/>
    <w:rsid w:val="00A7599C"/>
    <w:rsid w:val="00A779F4"/>
    <w:rsid w:val="00A8236D"/>
    <w:rsid w:val="00A82C01"/>
    <w:rsid w:val="00A83221"/>
    <w:rsid w:val="00A84645"/>
    <w:rsid w:val="00A84ABD"/>
    <w:rsid w:val="00A84C08"/>
    <w:rsid w:val="00A85BF3"/>
    <w:rsid w:val="00A8689A"/>
    <w:rsid w:val="00A87A81"/>
    <w:rsid w:val="00A908A2"/>
    <w:rsid w:val="00A91298"/>
    <w:rsid w:val="00A91EA3"/>
    <w:rsid w:val="00A94BD2"/>
    <w:rsid w:val="00A963DC"/>
    <w:rsid w:val="00A96D5A"/>
    <w:rsid w:val="00A96F31"/>
    <w:rsid w:val="00A97213"/>
    <w:rsid w:val="00A97CEC"/>
    <w:rsid w:val="00A97E70"/>
    <w:rsid w:val="00AA2757"/>
    <w:rsid w:val="00AA2A26"/>
    <w:rsid w:val="00AA44C8"/>
    <w:rsid w:val="00AA49BE"/>
    <w:rsid w:val="00AA5042"/>
    <w:rsid w:val="00AA56CA"/>
    <w:rsid w:val="00AA62A8"/>
    <w:rsid w:val="00AB00CD"/>
    <w:rsid w:val="00AB1279"/>
    <w:rsid w:val="00AB23E8"/>
    <w:rsid w:val="00AB2D4F"/>
    <w:rsid w:val="00AB3988"/>
    <w:rsid w:val="00AB3ABF"/>
    <w:rsid w:val="00AB3C42"/>
    <w:rsid w:val="00AB42B6"/>
    <w:rsid w:val="00AB4DC6"/>
    <w:rsid w:val="00AB54A0"/>
    <w:rsid w:val="00AB5BA7"/>
    <w:rsid w:val="00AB6AF7"/>
    <w:rsid w:val="00AB78D0"/>
    <w:rsid w:val="00AB7B73"/>
    <w:rsid w:val="00AC0C05"/>
    <w:rsid w:val="00AC25B5"/>
    <w:rsid w:val="00AC26F5"/>
    <w:rsid w:val="00AC4097"/>
    <w:rsid w:val="00AC49B4"/>
    <w:rsid w:val="00AC6AF4"/>
    <w:rsid w:val="00AC6D00"/>
    <w:rsid w:val="00AC7088"/>
    <w:rsid w:val="00AD0A57"/>
    <w:rsid w:val="00AD1BDF"/>
    <w:rsid w:val="00AD246B"/>
    <w:rsid w:val="00AD2EDF"/>
    <w:rsid w:val="00AD3C47"/>
    <w:rsid w:val="00AD4A00"/>
    <w:rsid w:val="00AD53E9"/>
    <w:rsid w:val="00AD552B"/>
    <w:rsid w:val="00AD640C"/>
    <w:rsid w:val="00AD6464"/>
    <w:rsid w:val="00AD6657"/>
    <w:rsid w:val="00AD668A"/>
    <w:rsid w:val="00AD7B5A"/>
    <w:rsid w:val="00AE091B"/>
    <w:rsid w:val="00AE0A9C"/>
    <w:rsid w:val="00AE1D78"/>
    <w:rsid w:val="00AE25C6"/>
    <w:rsid w:val="00AE2613"/>
    <w:rsid w:val="00AE3478"/>
    <w:rsid w:val="00AE4076"/>
    <w:rsid w:val="00AE4783"/>
    <w:rsid w:val="00AE6378"/>
    <w:rsid w:val="00AE6AB6"/>
    <w:rsid w:val="00AE7276"/>
    <w:rsid w:val="00AF02B7"/>
    <w:rsid w:val="00AF04AC"/>
    <w:rsid w:val="00AF068F"/>
    <w:rsid w:val="00AF094C"/>
    <w:rsid w:val="00AF1D19"/>
    <w:rsid w:val="00AF5148"/>
    <w:rsid w:val="00AF6CDF"/>
    <w:rsid w:val="00AF7DCD"/>
    <w:rsid w:val="00B0057C"/>
    <w:rsid w:val="00B0231B"/>
    <w:rsid w:val="00B028D7"/>
    <w:rsid w:val="00B03AFB"/>
    <w:rsid w:val="00B03D23"/>
    <w:rsid w:val="00B0423C"/>
    <w:rsid w:val="00B04D21"/>
    <w:rsid w:val="00B069D5"/>
    <w:rsid w:val="00B06FC1"/>
    <w:rsid w:val="00B070CC"/>
    <w:rsid w:val="00B110F7"/>
    <w:rsid w:val="00B113AD"/>
    <w:rsid w:val="00B1143E"/>
    <w:rsid w:val="00B1163E"/>
    <w:rsid w:val="00B1178F"/>
    <w:rsid w:val="00B11BFC"/>
    <w:rsid w:val="00B12981"/>
    <w:rsid w:val="00B140A6"/>
    <w:rsid w:val="00B15264"/>
    <w:rsid w:val="00B153CB"/>
    <w:rsid w:val="00B15E24"/>
    <w:rsid w:val="00B1634F"/>
    <w:rsid w:val="00B16880"/>
    <w:rsid w:val="00B170C9"/>
    <w:rsid w:val="00B21483"/>
    <w:rsid w:val="00B21968"/>
    <w:rsid w:val="00B21E1D"/>
    <w:rsid w:val="00B21E70"/>
    <w:rsid w:val="00B23262"/>
    <w:rsid w:val="00B2409A"/>
    <w:rsid w:val="00B263E6"/>
    <w:rsid w:val="00B3021E"/>
    <w:rsid w:val="00B30241"/>
    <w:rsid w:val="00B31D06"/>
    <w:rsid w:val="00B32596"/>
    <w:rsid w:val="00B32A66"/>
    <w:rsid w:val="00B3436A"/>
    <w:rsid w:val="00B343AA"/>
    <w:rsid w:val="00B353DA"/>
    <w:rsid w:val="00B3558C"/>
    <w:rsid w:val="00B364D2"/>
    <w:rsid w:val="00B365EB"/>
    <w:rsid w:val="00B369FC"/>
    <w:rsid w:val="00B36DF8"/>
    <w:rsid w:val="00B370C6"/>
    <w:rsid w:val="00B37190"/>
    <w:rsid w:val="00B371A3"/>
    <w:rsid w:val="00B371CA"/>
    <w:rsid w:val="00B37D58"/>
    <w:rsid w:val="00B40FC5"/>
    <w:rsid w:val="00B411F6"/>
    <w:rsid w:val="00B41901"/>
    <w:rsid w:val="00B4245C"/>
    <w:rsid w:val="00B42597"/>
    <w:rsid w:val="00B425F2"/>
    <w:rsid w:val="00B427FC"/>
    <w:rsid w:val="00B43748"/>
    <w:rsid w:val="00B440B8"/>
    <w:rsid w:val="00B4589D"/>
    <w:rsid w:val="00B46490"/>
    <w:rsid w:val="00B46E0B"/>
    <w:rsid w:val="00B47F2A"/>
    <w:rsid w:val="00B50392"/>
    <w:rsid w:val="00B50644"/>
    <w:rsid w:val="00B50C0D"/>
    <w:rsid w:val="00B51095"/>
    <w:rsid w:val="00B51B9A"/>
    <w:rsid w:val="00B51FD7"/>
    <w:rsid w:val="00B52503"/>
    <w:rsid w:val="00B52AB8"/>
    <w:rsid w:val="00B53C4D"/>
    <w:rsid w:val="00B545D3"/>
    <w:rsid w:val="00B55D73"/>
    <w:rsid w:val="00B572E4"/>
    <w:rsid w:val="00B60F0F"/>
    <w:rsid w:val="00B6138A"/>
    <w:rsid w:val="00B615BD"/>
    <w:rsid w:val="00B6369E"/>
    <w:rsid w:val="00B642B0"/>
    <w:rsid w:val="00B64352"/>
    <w:rsid w:val="00B64869"/>
    <w:rsid w:val="00B64B99"/>
    <w:rsid w:val="00B671D9"/>
    <w:rsid w:val="00B7014F"/>
    <w:rsid w:val="00B71DF0"/>
    <w:rsid w:val="00B724A4"/>
    <w:rsid w:val="00B72DD6"/>
    <w:rsid w:val="00B73A21"/>
    <w:rsid w:val="00B73EAD"/>
    <w:rsid w:val="00B74A10"/>
    <w:rsid w:val="00B74F65"/>
    <w:rsid w:val="00B75234"/>
    <w:rsid w:val="00B75D44"/>
    <w:rsid w:val="00B76380"/>
    <w:rsid w:val="00B769D4"/>
    <w:rsid w:val="00B77352"/>
    <w:rsid w:val="00B8057F"/>
    <w:rsid w:val="00B806C4"/>
    <w:rsid w:val="00B866CE"/>
    <w:rsid w:val="00B87474"/>
    <w:rsid w:val="00B90BE8"/>
    <w:rsid w:val="00B9164E"/>
    <w:rsid w:val="00B92E22"/>
    <w:rsid w:val="00B93CDA"/>
    <w:rsid w:val="00B94C1D"/>
    <w:rsid w:val="00B95992"/>
    <w:rsid w:val="00B959F5"/>
    <w:rsid w:val="00B96A6E"/>
    <w:rsid w:val="00B97EDB"/>
    <w:rsid w:val="00BA0329"/>
    <w:rsid w:val="00BA1DAD"/>
    <w:rsid w:val="00BA216E"/>
    <w:rsid w:val="00BA3BF2"/>
    <w:rsid w:val="00BA79F8"/>
    <w:rsid w:val="00BA7CFE"/>
    <w:rsid w:val="00BB0F27"/>
    <w:rsid w:val="00BB1027"/>
    <w:rsid w:val="00BB3697"/>
    <w:rsid w:val="00BB37E0"/>
    <w:rsid w:val="00BB40AD"/>
    <w:rsid w:val="00BB5FDA"/>
    <w:rsid w:val="00BB748D"/>
    <w:rsid w:val="00BB76DC"/>
    <w:rsid w:val="00BB7983"/>
    <w:rsid w:val="00BB79B4"/>
    <w:rsid w:val="00BB7B14"/>
    <w:rsid w:val="00BB7C1F"/>
    <w:rsid w:val="00BC0045"/>
    <w:rsid w:val="00BC1388"/>
    <w:rsid w:val="00BC2537"/>
    <w:rsid w:val="00BC2B7B"/>
    <w:rsid w:val="00BC2BE8"/>
    <w:rsid w:val="00BC3130"/>
    <w:rsid w:val="00BC3B66"/>
    <w:rsid w:val="00BC5085"/>
    <w:rsid w:val="00BC5A00"/>
    <w:rsid w:val="00BC74A2"/>
    <w:rsid w:val="00BC788D"/>
    <w:rsid w:val="00BC7C6E"/>
    <w:rsid w:val="00BC7D5E"/>
    <w:rsid w:val="00BD3773"/>
    <w:rsid w:val="00BD402B"/>
    <w:rsid w:val="00BD410F"/>
    <w:rsid w:val="00BD5256"/>
    <w:rsid w:val="00BD5392"/>
    <w:rsid w:val="00BD5A8D"/>
    <w:rsid w:val="00BD63A4"/>
    <w:rsid w:val="00BD7700"/>
    <w:rsid w:val="00BE0270"/>
    <w:rsid w:val="00BE03D0"/>
    <w:rsid w:val="00BE091B"/>
    <w:rsid w:val="00BE1021"/>
    <w:rsid w:val="00BE1DF1"/>
    <w:rsid w:val="00BE2C24"/>
    <w:rsid w:val="00BE4D34"/>
    <w:rsid w:val="00BE52D7"/>
    <w:rsid w:val="00BE6346"/>
    <w:rsid w:val="00BE7732"/>
    <w:rsid w:val="00BF2543"/>
    <w:rsid w:val="00BF2D89"/>
    <w:rsid w:val="00BF3778"/>
    <w:rsid w:val="00BF4373"/>
    <w:rsid w:val="00BF4A72"/>
    <w:rsid w:val="00BF59AA"/>
    <w:rsid w:val="00BF5E89"/>
    <w:rsid w:val="00BF7AFE"/>
    <w:rsid w:val="00BF7BB7"/>
    <w:rsid w:val="00C00296"/>
    <w:rsid w:val="00C0055D"/>
    <w:rsid w:val="00C012D7"/>
    <w:rsid w:val="00C01DE5"/>
    <w:rsid w:val="00C02D77"/>
    <w:rsid w:val="00C03226"/>
    <w:rsid w:val="00C03B38"/>
    <w:rsid w:val="00C03FED"/>
    <w:rsid w:val="00C040B1"/>
    <w:rsid w:val="00C04B42"/>
    <w:rsid w:val="00C05BE6"/>
    <w:rsid w:val="00C0792F"/>
    <w:rsid w:val="00C07D92"/>
    <w:rsid w:val="00C1017D"/>
    <w:rsid w:val="00C119A3"/>
    <w:rsid w:val="00C16FA0"/>
    <w:rsid w:val="00C17C29"/>
    <w:rsid w:val="00C20164"/>
    <w:rsid w:val="00C20285"/>
    <w:rsid w:val="00C20AA6"/>
    <w:rsid w:val="00C2187D"/>
    <w:rsid w:val="00C21F33"/>
    <w:rsid w:val="00C242CB"/>
    <w:rsid w:val="00C2574F"/>
    <w:rsid w:val="00C25B66"/>
    <w:rsid w:val="00C25D7B"/>
    <w:rsid w:val="00C26231"/>
    <w:rsid w:val="00C27119"/>
    <w:rsid w:val="00C2726E"/>
    <w:rsid w:val="00C27778"/>
    <w:rsid w:val="00C30D09"/>
    <w:rsid w:val="00C30F7D"/>
    <w:rsid w:val="00C31424"/>
    <w:rsid w:val="00C31B55"/>
    <w:rsid w:val="00C320D4"/>
    <w:rsid w:val="00C3296F"/>
    <w:rsid w:val="00C32CFA"/>
    <w:rsid w:val="00C3308D"/>
    <w:rsid w:val="00C345CA"/>
    <w:rsid w:val="00C34A72"/>
    <w:rsid w:val="00C36311"/>
    <w:rsid w:val="00C368D7"/>
    <w:rsid w:val="00C36978"/>
    <w:rsid w:val="00C37691"/>
    <w:rsid w:val="00C37AD7"/>
    <w:rsid w:val="00C40263"/>
    <w:rsid w:val="00C406C4"/>
    <w:rsid w:val="00C407C8"/>
    <w:rsid w:val="00C40A93"/>
    <w:rsid w:val="00C41599"/>
    <w:rsid w:val="00C41E13"/>
    <w:rsid w:val="00C420C3"/>
    <w:rsid w:val="00C429D6"/>
    <w:rsid w:val="00C442C7"/>
    <w:rsid w:val="00C44519"/>
    <w:rsid w:val="00C446F4"/>
    <w:rsid w:val="00C447DF"/>
    <w:rsid w:val="00C45FF6"/>
    <w:rsid w:val="00C4692F"/>
    <w:rsid w:val="00C46C12"/>
    <w:rsid w:val="00C500D4"/>
    <w:rsid w:val="00C52B5B"/>
    <w:rsid w:val="00C52E20"/>
    <w:rsid w:val="00C5305B"/>
    <w:rsid w:val="00C53A64"/>
    <w:rsid w:val="00C53AD2"/>
    <w:rsid w:val="00C53FE6"/>
    <w:rsid w:val="00C541F8"/>
    <w:rsid w:val="00C549C7"/>
    <w:rsid w:val="00C552F1"/>
    <w:rsid w:val="00C557B6"/>
    <w:rsid w:val="00C55BC9"/>
    <w:rsid w:val="00C56296"/>
    <w:rsid w:val="00C56AB7"/>
    <w:rsid w:val="00C57924"/>
    <w:rsid w:val="00C57EA9"/>
    <w:rsid w:val="00C57F45"/>
    <w:rsid w:val="00C604CB"/>
    <w:rsid w:val="00C60AEF"/>
    <w:rsid w:val="00C6255D"/>
    <w:rsid w:val="00C62E3F"/>
    <w:rsid w:val="00C63F30"/>
    <w:rsid w:val="00C64EED"/>
    <w:rsid w:val="00C65C98"/>
    <w:rsid w:val="00C668E5"/>
    <w:rsid w:val="00C668F7"/>
    <w:rsid w:val="00C66D43"/>
    <w:rsid w:val="00C677CD"/>
    <w:rsid w:val="00C679A5"/>
    <w:rsid w:val="00C706FD"/>
    <w:rsid w:val="00C7076F"/>
    <w:rsid w:val="00C70E0C"/>
    <w:rsid w:val="00C71D9E"/>
    <w:rsid w:val="00C727EE"/>
    <w:rsid w:val="00C7449B"/>
    <w:rsid w:val="00C7593D"/>
    <w:rsid w:val="00C7690D"/>
    <w:rsid w:val="00C77868"/>
    <w:rsid w:val="00C810C7"/>
    <w:rsid w:val="00C8117E"/>
    <w:rsid w:val="00C81C0E"/>
    <w:rsid w:val="00C81D83"/>
    <w:rsid w:val="00C81DCE"/>
    <w:rsid w:val="00C821E3"/>
    <w:rsid w:val="00C82DDD"/>
    <w:rsid w:val="00C8318A"/>
    <w:rsid w:val="00C835CB"/>
    <w:rsid w:val="00C838E9"/>
    <w:rsid w:val="00C860BD"/>
    <w:rsid w:val="00C8709B"/>
    <w:rsid w:val="00C8767F"/>
    <w:rsid w:val="00C90335"/>
    <w:rsid w:val="00C90EDA"/>
    <w:rsid w:val="00C92E73"/>
    <w:rsid w:val="00C950F6"/>
    <w:rsid w:val="00C96166"/>
    <w:rsid w:val="00C9651D"/>
    <w:rsid w:val="00C96533"/>
    <w:rsid w:val="00CA0C07"/>
    <w:rsid w:val="00CA13DD"/>
    <w:rsid w:val="00CA1D01"/>
    <w:rsid w:val="00CA2014"/>
    <w:rsid w:val="00CA21D2"/>
    <w:rsid w:val="00CA2D42"/>
    <w:rsid w:val="00CA2F13"/>
    <w:rsid w:val="00CA3790"/>
    <w:rsid w:val="00CA3B74"/>
    <w:rsid w:val="00CA3F70"/>
    <w:rsid w:val="00CA4FA7"/>
    <w:rsid w:val="00CA56D1"/>
    <w:rsid w:val="00CA59EC"/>
    <w:rsid w:val="00CA6567"/>
    <w:rsid w:val="00CA670E"/>
    <w:rsid w:val="00CB0631"/>
    <w:rsid w:val="00CB0C83"/>
    <w:rsid w:val="00CB361E"/>
    <w:rsid w:val="00CB3A27"/>
    <w:rsid w:val="00CB4231"/>
    <w:rsid w:val="00CB4629"/>
    <w:rsid w:val="00CB4931"/>
    <w:rsid w:val="00CB5108"/>
    <w:rsid w:val="00CB52EF"/>
    <w:rsid w:val="00CB74F1"/>
    <w:rsid w:val="00CC03AB"/>
    <w:rsid w:val="00CC0782"/>
    <w:rsid w:val="00CC0846"/>
    <w:rsid w:val="00CC0CE7"/>
    <w:rsid w:val="00CC13DE"/>
    <w:rsid w:val="00CC1837"/>
    <w:rsid w:val="00CC1CFB"/>
    <w:rsid w:val="00CC265F"/>
    <w:rsid w:val="00CC2759"/>
    <w:rsid w:val="00CC2DEA"/>
    <w:rsid w:val="00CC3B5E"/>
    <w:rsid w:val="00CC4017"/>
    <w:rsid w:val="00CC4416"/>
    <w:rsid w:val="00CC47B7"/>
    <w:rsid w:val="00CC4968"/>
    <w:rsid w:val="00CC4FEB"/>
    <w:rsid w:val="00CC523F"/>
    <w:rsid w:val="00CC54B8"/>
    <w:rsid w:val="00CC564A"/>
    <w:rsid w:val="00CC5DE4"/>
    <w:rsid w:val="00CC5EB8"/>
    <w:rsid w:val="00CC5ECE"/>
    <w:rsid w:val="00CD0A82"/>
    <w:rsid w:val="00CD10D4"/>
    <w:rsid w:val="00CD1B53"/>
    <w:rsid w:val="00CD326A"/>
    <w:rsid w:val="00CD4A6E"/>
    <w:rsid w:val="00CD56A1"/>
    <w:rsid w:val="00CD5800"/>
    <w:rsid w:val="00CD695E"/>
    <w:rsid w:val="00CD6AD5"/>
    <w:rsid w:val="00CD71C1"/>
    <w:rsid w:val="00CD73B7"/>
    <w:rsid w:val="00CD7765"/>
    <w:rsid w:val="00CE24F7"/>
    <w:rsid w:val="00CE2D77"/>
    <w:rsid w:val="00CE3775"/>
    <w:rsid w:val="00CE3A18"/>
    <w:rsid w:val="00CE3E51"/>
    <w:rsid w:val="00CE45FA"/>
    <w:rsid w:val="00CE5B23"/>
    <w:rsid w:val="00CE5EBD"/>
    <w:rsid w:val="00CE69B6"/>
    <w:rsid w:val="00CE72C1"/>
    <w:rsid w:val="00CE7315"/>
    <w:rsid w:val="00CE798F"/>
    <w:rsid w:val="00CE7B4F"/>
    <w:rsid w:val="00CF00E0"/>
    <w:rsid w:val="00CF035A"/>
    <w:rsid w:val="00CF06C4"/>
    <w:rsid w:val="00CF085C"/>
    <w:rsid w:val="00CF09B6"/>
    <w:rsid w:val="00CF394A"/>
    <w:rsid w:val="00CF56A1"/>
    <w:rsid w:val="00CF6039"/>
    <w:rsid w:val="00CF6D66"/>
    <w:rsid w:val="00CF6F71"/>
    <w:rsid w:val="00CF7172"/>
    <w:rsid w:val="00CF7767"/>
    <w:rsid w:val="00CF7F19"/>
    <w:rsid w:val="00D0005C"/>
    <w:rsid w:val="00D001B3"/>
    <w:rsid w:val="00D02662"/>
    <w:rsid w:val="00D038AC"/>
    <w:rsid w:val="00D04462"/>
    <w:rsid w:val="00D04B0C"/>
    <w:rsid w:val="00D0622E"/>
    <w:rsid w:val="00D06FF1"/>
    <w:rsid w:val="00D104BE"/>
    <w:rsid w:val="00D111DD"/>
    <w:rsid w:val="00D114C7"/>
    <w:rsid w:val="00D1394C"/>
    <w:rsid w:val="00D139FE"/>
    <w:rsid w:val="00D13C72"/>
    <w:rsid w:val="00D13D44"/>
    <w:rsid w:val="00D13D4E"/>
    <w:rsid w:val="00D1755E"/>
    <w:rsid w:val="00D17E4C"/>
    <w:rsid w:val="00D17FFD"/>
    <w:rsid w:val="00D20B27"/>
    <w:rsid w:val="00D21693"/>
    <w:rsid w:val="00D216EE"/>
    <w:rsid w:val="00D219BF"/>
    <w:rsid w:val="00D21AA8"/>
    <w:rsid w:val="00D2215F"/>
    <w:rsid w:val="00D22B68"/>
    <w:rsid w:val="00D22F4F"/>
    <w:rsid w:val="00D25089"/>
    <w:rsid w:val="00D256FA"/>
    <w:rsid w:val="00D26120"/>
    <w:rsid w:val="00D268BA"/>
    <w:rsid w:val="00D2715F"/>
    <w:rsid w:val="00D309F1"/>
    <w:rsid w:val="00D3164F"/>
    <w:rsid w:val="00D31F3D"/>
    <w:rsid w:val="00D33742"/>
    <w:rsid w:val="00D33781"/>
    <w:rsid w:val="00D34EE1"/>
    <w:rsid w:val="00D35087"/>
    <w:rsid w:val="00D36913"/>
    <w:rsid w:val="00D372E6"/>
    <w:rsid w:val="00D3740A"/>
    <w:rsid w:val="00D4399D"/>
    <w:rsid w:val="00D43C15"/>
    <w:rsid w:val="00D44490"/>
    <w:rsid w:val="00D44B16"/>
    <w:rsid w:val="00D46C10"/>
    <w:rsid w:val="00D502B7"/>
    <w:rsid w:val="00D51B57"/>
    <w:rsid w:val="00D51D18"/>
    <w:rsid w:val="00D5238F"/>
    <w:rsid w:val="00D52911"/>
    <w:rsid w:val="00D533E8"/>
    <w:rsid w:val="00D53567"/>
    <w:rsid w:val="00D5497E"/>
    <w:rsid w:val="00D551CC"/>
    <w:rsid w:val="00D558C5"/>
    <w:rsid w:val="00D5680C"/>
    <w:rsid w:val="00D5764B"/>
    <w:rsid w:val="00D57836"/>
    <w:rsid w:val="00D57AAB"/>
    <w:rsid w:val="00D57F1B"/>
    <w:rsid w:val="00D61068"/>
    <w:rsid w:val="00D61CB0"/>
    <w:rsid w:val="00D62101"/>
    <w:rsid w:val="00D627BA"/>
    <w:rsid w:val="00D6339D"/>
    <w:rsid w:val="00D644EE"/>
    <w:rsid w:val="00D66EBC"/>
    <w:rsid w:val="00D67734"/>
    <w:rsid w:val="00D6778D"/>
    <w:rsid w:val="00D707BA"/>
    <w:rsid w:val="00D710CA"/>
    <w:rsid w:val="00D7115F"/>
    <w:rsid w:val="00D7138E"/>
    <w:rsid w:val="00D71ABD"/>
    <w:rsid w:val="00D729FF"/>
    <w:rsid w:val="00D72AE9"/>
    <w:rsid w:val="00D73B0A"/>
    <w:rsid w:val="00D73DC7"/>
    <w:rsid w:val="00D75C66"/>
    <w:rsid w:val="00D7627C"/>
    <w:rsid w:val="00D76635"/>
    <w:rsid w:val="00D769E9"/>
    <w:rsid w:val="00D7761D"/>
    <w:rsid w:val="00D778DF"/>
    <w:rsid w:val="00D77D68"/>
    <w:rsid w:val="00D77EF5"/>
    <w:rsid w:val="00D8022A"/>
    <w:rsid w:val="00D818BD"/>
    <w:rsid w:val="00D820D3"/>
    <w:rsid w:val="00D82717"/>
    <w:rsid w:val="00D82CA5"/>
    <w:rsid w:val="00D871D6"/>
    <w:rsid w:val="00D9140C"/>
    <w:rsid w:val="00D92B46"/>
    <w:rsid w:val="00D92F9B"/>
    <w:rsid w:val="00D932CB"/>
    <w:rsid w:val="00D933D1"/>
    <w:rsid w:val="00D945EF"/>
    <w:rsid w:val="00D94D63"/>
    <w:rsid w:val="00D950BE"/>
    <w:rsid w:val="00D9559C"/>
    <w:rsid w:val="00D9582D"/>
    <w:rsid w:val="00D95EDD"/>
    <w:rsid w:val="00D97F74"/>
    <w:rsid w:val="00DA0701"/>
    <w:rsid w:val="00DA11D7"/>
    <w:rsid w:val="00DA185D"/>
    <w:rsid w:val="00DA1EFA"/>
    <w:rsid w:val="00DA34D7"/>
    <w:rsid w:val="00DA3949"/>
    <w:rsid w:val="00DA4E6E"/>
    <w:rsid w:val="00DA4FAC"/>
    <w:rsid w:val="00DA55F5"/>
    <w:rsid w:val="00DA5797"/>
    <w:rsid w:val="00DA5B6E"/>
    <w:rsid w:val="00DA64A8"/>
    <w:rsid w:val="00DA7109"/>
    <w:rsid w:val="00DA7603"/>
    <w:rsid w:val="00DA76D6"/>
    <w:rsid w:val="00DB0000"/>
    <w:rsid w:val="00DB118C"/>
    <w:rsid w:val="00DB1CC2"/>
    <w:rsid w:val="00DB1FA1"/>
    <w:rsid w:val="00DB2E16"/>
    <w:rsid w:val="00DB3233"/>
    <w:rsid w:val="00DB3B56"/>
    <w:rsid w:val="00DB40F8"/>
    <w:rsid w:val="00DB4329"/>
    <w:rsid w:val="00DB5579"/>
    <w:rsid w:val="00DB59B6"/>
    <w:rsid w:val="00DB5F95"/>
    <w:rsid w:val="00DB6456"/>
    <w:rsid w:val="00DB7178"/>
    <w:rsid w:val="00DC0158"/>
    <w:rsid w:val="00DC01F6"/>
    <w:rsid w:val="00DC079B"/>
    <w:rsid w:val="00DC0B52"/>
    <w:rsid w:val="00DC1652"/>
    <w:rsid w:val="00DC291D"/>
    <w:rsid w:val="00DC3CAC"/>
    <w:rsid w:val="00DC424C"/>
    <w:rsid w:val="00DC4B5F"/>
    <w:rsid w:val="00DC661A"/>
    <w:rsid w:val="00DC6F73"/>
    <w:rsid w:val="00DC7865"/>
    <w:rsid w:val="00DD0C72"/>
    <w:rsid w:val="00DD17A1"/>
    <w:rsid w:val="00DD186B"/>
    <w:rsid w:val="00DD2885"/>
    <w:rsid w:val="00DD4290"/>
    <w:rsid w:val="00DD46DA"/>
    <w:rsid w:val="00DD4F20"/>
    <w:rsid w:val="00DD4F66"/>
    <w:rsid w:val="00DD568C"/>
    <w:rsid w:val="00DD5783"/>
    <w:rsid w:val="00DD5AC7"/>
    <w:rsid w:val="00DD7A00"/>
    <w:rsid w:val="00DE03A8"/>
    <w:rsid w:val="00DE04D0"/>
    <w:rsid w:val="00DE0E30"/>
    <w:rsid w:val="00DE0EB9"/>
    <w:rsid w:val="00DE0F67"/>
    <w:rsid w:val="00DE1572"/>
    <w:rsid w:val="00DE17E6"/>
    <w:rsid w:val="00DE1C5B"/>
    <w:rsid w:val="00DE1E58"/>
    <w:rsid w:val="00DE2A19"/>
    <w:rsid w:val="00DE4D06"/>
    <w:rsid w:val="00DE5A75"/>
    <w:rsid w:val="00DE5F0E"/>
    <w:rsid w:val="00DE629C"/>
    <w:rsid w:val="00DE6316"/>
    <w:rsid w:val="00DE64CA"/>
    <w:rsid w:val="00DE680F"/>
    <w:rsid w:val="00DE7F9D"/>
    <w:rsid w:val="00DF002E"/>
    <w:rsid w:val="00DF26B1"/>
    <w:rsid w:val="00DF2BE1"/>
    <w:rsid w:val="00DF394A"/>
    <w:rsid w:val="00DF451F"/>
    <w:rsid w:val="00DF4964"/>
    <w:rsid w:val="00DF4D1E"/>
    <w:rsid w:val="00DF5AB1"/>
    <w:rsid w:val="00DF5AE2"/>
    <w:rsid w:val="00DF65DA"/>
    <w:rsid w:val="00DF7896"/>
    <w:rsid w:val="00DF7EC5"/>
    <w:rsid w:val="00E00C8E"/>
    <w:rsid w:val="00E014FC"/>
    <w:rsid w:val="00E01B24"/>
    <w:rsid w:val="00E01CA0"/>
    <w:rsid w:val="00E02772"/>
    <w:rsid w:val="00E0295D"/>
    <w:rsid w:val="00E03168"/>
    <w:rsid w:val="00E04647"/>
    <w:rsid w:val="00E047B3"/>
    <w:rsid w:val="00E04EFA"/>
    <w:rsid w:val="00E06448"/>
    <w:rsid w:val="00E06C27"/>
    <w:rsid w:val="00E0712D"/>
    <w:rsid w:val="00E11EFE"/>
    <w:rsid w:val="00E11F02"/>
    <w:rsid w:val="00E135FA"/>
    <w:rsid w:val="00E14135"/>
    <w:rsid w:val="00E1481C"/>
    <w:rsid w:val="00E153D5"/>
    <w:rsid w:val="00E15BB4"/>
    <w:rsid w:val="00E22456"/>
    <w:rsid w:val="00E2375D"/>
    <w:rsid w:val="00E23BED"/>
    <w:rsid w:val="00E24263"/>
    <w:rsid w:val="00E242BA"/>
    <w:rsid w:val="00E25DC9"/>
    <w:rsid w:val="00E26844"/>
    <w:rsid w:val="00E276D2"/>
    <w:rsid w:val="00E27A7F"/>
    <w:rsid w:val="00E31359"/>
    <w:rsid w:val="00E3224A"/>
    <w:rsid w:val="00E32953"/>
    <w:rsid w:val="00E3298F"/>
    <w:rsid w:val="00E33AB8"/>
    <w:rsid w:val="00E34CE9"/>
    <w:rsid w:val="00E35370"/>
    <w:rsid w:val="00E36665"/>
    <w:rsid w:val="00E36904"/>
    <w:rsid w:val="00E37F47"/>
    <w:rsid w:val="00E4058D"/>
    <w:rsid w:val="00E41038"/>
    <w:rsid w:val="00E417A8"/>
    <w:rsid w:val="00E41BA8"/>
    <w:rsid w:val="00E4272D"/>
    <w:rsid w:val="00E42E32"/>
    <w:rsid w:val="00E43F0F"/>
    <w:rsid w:val="00E4547E"/>
    <w:rsid w:val="00E45502"/>
    <w:rsid w:val="00E45B17"/>
    <w:rsid w:val="00E45F6D"/>
    <w:rsid w:val="00E46509"/>
    <w:rsid w:val="00E4653C"/>
    <w:rsid w:val="00E46F3D"/>
    <w:rsid w:val="00E47737"/>
    <w:rsid w:val="00E4794B"/>
    <w:rsid w:val="00E52DA9"/>
    <w:rsid w:val="00E52FD1"/>
    <w:rsid w:val="00E533BD"/>
    <w:rsid w:val="00E535E0"/>
    <w:rsid w:val="00E53B6B"/>
    <w:rsid w:val="00E544F1"/>
    <w:rsid w:val="00E54E7B"/>
    <w:rsid w:val="00E55981"/>
    <w:rsid w:val="00E55D7E"/>
    <w:rsid w:val="00E57F87"/>
    <w:rsid w:val="00E6061D"/>
    <w:rsid w:val="00E60C85"/>
    <w:rsid w:val="00E60DC4"/>
    <w:rsid w:val="00E61374"/>
    <w:rsid w:val="00E616AE"/>
    <w:rsid w:val="00E61776"/>
    <w:rsid w:val="00E61D89"/>
    <w:rsid w:val="00E62620"/>
    <w:rsid w:val="00E63A6A"/>
    <w:rsid w:val="00E640FA"/>
    <w:rsid w:val="00E65A5E"/>
    <w:rsid w:val="00E65BC5"/>
    <w:rsid w:val="00E666EA"/>
    <w:rsid w:val="00E676B3"/>
    <w:rsid w:val="00E70B17"/>
    <w:rsid w:val="00E70E40"/>
    <w:rsid w:val="00E70FF3"/>
    <w:rsid w:val="00E7176A"/>
    <w:rsid w:val="00E71ACF"/>
    <w:rsid w:val="00E71C47"/>
    <w:rsid w:val="00E72320"/>
    <w:rsid w:val="00E72B2F"/>
    <w:rsid w:val="00E72C8E"/>
    <w:rsid w:val="00E72FAA"/>
    <w:rsid w:val="00E73AAD"/>
    <w:rsid w:val="00E73D7E"/>
    <w:rsid w:val="00E76A46"/>
    <w:rsid w:val="00E76B63"/>
    <w:rsid w:val="00E77590"/>
    <w:rsid w:val="00E805DC"/>
    <w:rsid w:val="00E80673"/>
    <w:rsid w:val="00E8183D"/>
    <w:rsid w:val="00E8270D"/>
    <w:rsid w:val="00E8312D"/>
    <w:rsid w:val="00E84563"/>
    <w:rsid w:val="00E84C17"/>
    <w:rsid w:val="00E8558A"/>
    <w:rsid w:val="00E85C78"/>
    <w:rsid w:val="00E86FBF"/>
    <w:rsid w:val="00E8729C"/>
    <w:rsid w:val="00E8754E"/>
    <w:rsid w:val="00E87C97"/>
    <w:rsid w:val="00E9137C"/>
    <w:rsid w:val="00E9212F"/>
    <w:rsid w:val="00E935CF"/>
    <w:rsid w:val="00E93AFB"/>
    <w:rsid w:val="00E93C8B"/>
    <w:rsid w:val="00E95281"/>
    <w:rsid w:val="00E95932"/>
    <w:rsid w:val="00E968A6"/>
    <w:rsid w:val="00E97DDE"/>
    <w:rsid w:val="00E97DE9"/>
    <w:rsid w:val="00EA2793"/>
    <w:rsid w:val="00EA2B2E"/>
    <w:rsid w:val="00EA33A1"/>
    <w:rsid w:val="00EA370C"/>
    <w:rsid w:val="00EA38FB"/>
    <w:rsid w:val="00EA4C41"/>
    <w:rsid w:val="00EA4E33"/>
    <w:rsid w:val="00EA5159"/>
    <w:rsid w:val="00EA6036"/>
    <w:rsid w:val="00EA6930"/>
    <w:rsid w:val="00EA6A5C"/>
    <w:rsid w:val="00EA76A2"/>
    <w:rsid w:val="00EA7933"/>
    <w:rsid w:val="00EB279E"/>
    <w:rsid w:val="00EB30A6"/>
    <w:rsid w:val="00EB323C"/>
    <w:rsid w:val="00EB4022"/>
    <w:rsid w:val="00EB49C2"/>
    <w:rsid w:val="00EB4E47"/>
    <w:rsid w:val="00EB55E0"/>
    <w:rsid w:val="00EB5E08"/>
    <w:rsid w:val="00EB72E7"/>
    <w:rsid w:val="00EB7AF6"/>
    <w:rsid w:val="00EC0683"/>
    <w:rsid w:val="00EC20D1"/>
    <w:rsid w:val="00EC23E6"/>
    <w:rsid w:val="00EC2C47"/>
    <w:rsid w:val="00EC36A5"/>
    <w:rsid w:val="00EC436A"/>
    <w:rsid w:val="00EC4670"/>
    <w:rsid w:val="00EC4D8B"/>
    <w:rsid w:val="00EC5570"/>
    <w:rsid w:val="00EC58E3"/>
    <w:rsid w:val="00EC6019"/>
    <w:rsid w:val="00EC7CBB"/>
    <w:rsid w:val="00ED0149"/>
    <w:rsid w:val="00ED01B0"/>
    <w:rsid w:val="00ED10D1"/>
    <w:rsid w:val="00ED322E"/>
    <w:rsid w:val="00ED36AE"/>
    <w:rsid w:val="00ED45DB"/>
    <w:rsid w:val="00ED5635"/>
    <w:rsid w:val="00ED7A8E"/>
    <w:rsid w:val="00ED7BF6"/>
    <w:rsid w:val="00EE0B4C"/>
    <w:rsid w:val="00EE16C8"/>
    <w:rsid w:val="00EE1A8A"/>
    <w:rsid w:val="00EE1AFA"/>
    <w:rsid w:val="00EE29B9"/>
    <w:rsid w:val="00EE3599"/>
    <w:rsid w:val="00EE41E7"/>
    <w:rsid w:val="00EE426D"/>
    <w:rsid w:val="00EE47E7"/>
    <w:rsid w:val="00EE4840"/>
    <w:rsid w:val="00EE684F"/>
    <w:rsid w:val="00EE6942"/>
    <w:rsid w:val="00EE7B66"/>
    <w:rsid w:val="00EF0134"/>
    <w:rsid w:val="00EF0C1B"/>
    <w:rsid w:val="00EF0CDB"/>
    <w:rsid w:val="00EF20A9"/>
    <w:rsid w:val="00EF26C9"/>
    <w:rsid w:val="00EF2B33"/>
    <w:rsid w:val="00EF2F7A"/>
    <w:rsid w:val="00EF408D"/>
    <w:rsid w:val="00EF534B"/>
    <w:rsid w:val="00F00AA3"/>
    <w:rsid w:val="00F0167E"/>
    <w:rsid w:val="00F020C3"/>
    <w:rsid w:val="00F033A2"/>
    <w:rsid w:val="00F04103"/>
    <w:rsid w:val="00F04EF0"/>
    <w:rsid w:val="00F05FCB"/>
    <w:rsid w:val="00F06399"/>
    <w:rsid w:val="00F11579"/>
    <w:rsid w:val="00F11646"/>
    <w:rsid w:val="00F126EE"/>
    <w:rsid w:val="00F1311B"/>
    <w:rsid w:val="00F1662A"/>
    <w:rsid w:val="00F16B03"/>
    <w:rsid w:val="00F16E6D"/>
    <w:rsid w:val="00F20236"/>
    <w:rsid w:val="00F21890"/>
    <w:rsid w:val="00F219AA"/>
    <w:rsid w:val="00F21CCA"/>
    <w:rsid w:val="00F232FE"/>
    <w:rsid w:val="00F23FD0"/>
    <w:rsid w:val="00F242E0"/>
    <w:rsid w:val="00F24A3B"/>
    <w:rsid w:val="00F24CC3"/>
    <w:rsid w:val="00F252AB"/>
    <w:rsid w:val="00F26D77"/>
    <w:rsid w:val="00F274E8"/>
    <w:rsid w:val="00F27DDA"/>
    <w:rsid w:val="00F3098A"/>
    <w:rsid w:val="00F30B14"/>
    <w:rsid w:val="00F30C44"/>
    <w:rsid w:val="00F30DF7"/>
    <w:rsid w:val="00F32017"/>
    <w:rsid w:val="00F321E2"/>
    <w:rsid w:val="00F329B2"/>
    <w:rsid w:val="00F3358E"/>
    <w:rsid w:val="00F34F4D"/>
    <w:rsid w:val="00F35D2E"/>
    <w:rsid w:val="00F362FE"/>
    <w:rsid w:val="00F3662E"/>
    <w:rsid w:val="00F377FE"/>
    <w:rsid w:val="00F40B95"/>
    <w:rsid w:val="00F410B9"/>
    <w:rsid w:val="00F411D7"/>
    <w:rsid w:val="00F41206"/>
    <w:rsid w:val="00F41889"/>
    <w:rsid w:val="00F43513"/>
    <w:rsid w:val="00F44269"/>
    <w:rsid w:val="00F45B4B"/>
    <w:rsid w:val="00F47531"/>
    <w:rsid w:val="00F50146"/>
    <w:rsid w:val="00F512D7"/>
    <w:rsid w:val="00F52DD5"/>
    <w:rsid w:val="00F53CEE"/>
    <w:rsid w:val="00F5426A"/>
    <w:rsid w:val="00F54503"/>
    <w:rsid w:val="00F5495C"/>
    <w:rsid w:val="00F558D8"/>
    <w:rsid w:val="00F55CE4"/>
    <w:rsid w:val="00F56EF4"/>
    <w:rsid w:val="00F578A7"/>
    <w:rsid w:val="00F579CD"/>
    <w:rsid w:val="00F57AC9"/>
    <w:rsid w:val="00F620A0"/>
    <w:rsid w:val="00F647F9"/>
    <w:rsid w:val="00F6625B"/>
    <w:rsid w:val="00F662C0"/>
    <w:rsid w:val="00F663F0"/>
    <w:rsid w:val="00F6666F"/>
    <w:rsid w:val="00F666BF"/>
    <w:rsid w:val="00F66B79"/>
    <w:rsid w:val="00F679FD"/>
    <w:rsid w:val="00F70F38"/>
    <w:rsid w:val="00F719EF"/>
    <w:rsid w:val="00F71F93"/>
    <w:rsid w:val="00F732E1"/>
    <w:rsid w:val="00F739A3"/>
    <w:rsid w:val="00F767D8"/>
    <w:rsid w:val="00F77330"/>
    <w:rsid w:val="00F77353"/>
    <w:rsid w:val="00F77405"/>
    <w:rsid w:val="00F808EE"/>
    <w:rsid w:val="00F819C8"/>
    <w:rsid w:val="00F8264E"/>
    <w:rsid w:val="00F82726"/>
    <w:rsid w:val="00F829B2"/>
    <w:rsid w:val="00F82B94"/>
    <w:rsid w:val="00F847C0"/>
    <w:rsid w:val="00F8511B"/>
    <w:rsid w:val="00F851B9"/>
    <w:rsid w:val="00F85C15"/>
    <w:rsid w:val="00F8796E"/>
    <w:rsid w:val="00F90208"/>
    <w:rsid w:val="00F90627"/>
    <w:rsid w:val="00F917C2"/>
    <w:rsid w:val="00F92A28"/>
    <w:rsid w:val="00F937A2"/>
    <w:rsid w:val="00F94236"/>
    <w:rsid w:val="00F94D21"/>
    <w:rsid w:val="00F96345"/>
    <w:rsid w:val="00F972C9"/>
    <w:rsid w:val="00FA0DEF"/>
    <w:rsid w:val="00FA2477"/>
    <w:rsid w:val="00FA3A23"/>
    <w:rsid w:val="00FA3EEB"/>
    <w:rsid w:val="00FA5495"/>
    <w:rsid w:val="00FA5E6A"/>
    <w:rsid w:val="00FA6EFE"/>
    <w:rsid w:val="00FA7249"/>
    <w:rsid w:val="00FA77F1"/>
    <w:rsid w:val="00FB02F4"/>
    <w:rsid w:val="00FB03DA"/>
    <w:rsid w:val="00FB04E2"/>
    <w:rsid w:val="00FB0974"/>
    <w:rsid w:val="00FB0D46"/>
    <w:rsid w:val="00FB23BB"/>
    <w:rsid w:val="00FB3CD6"/>
    <w:rsid w:val="00FB5258"/>
    <w:rsid w:val="00FB5321"/>
    <w:rsid w:val="00FB5AC7"/>
    <w:rsid w:val="00FB69D6"/>
    <w:rsid w:val="00FB6F0D"/>
    <w:rsid w:val="00FB7095"/>
    <w:rsid w:val="00FC1939"/>
    <w:rsid w:val="00FC2F2A"/>
    <w:rsid w:val="00FC46A7"/>
    <w:rsid w:val="00FC47D1"/>
    <w:rsid w:val="00FC4FA2"/>
    <w:rsid w:val="00FC5F87"/>
    <w:rsid w:val="00FC70EB"/>
    <w:rsid w:val="00FC710A"/>
    <w:rsid w:val="00FC7DEC"/>
    <w:rsid w:val="00FD009F"/>
    <w:rsid w:val="00FD0B19"/>
    <w:rsid w:val="00FD1F77"/>
    <w:rsid w:val="00FD33A9"/>
    <w:rsid w:val="00FD3576"/>
    <w:rsid w:val="00FD3925"/>
    <w:rsid w:val="00FD3E7B"/>
    <w:rsid w:val="00FD4EB2"/>
    <w:rsid w:val="00FD56FC"/>
    <w:rsid w:val="00FD68A0"/>
    <w:rsid w:val="00FD6B22"/>
    <w:rsid w:val="00FD6E52"/>
    <w:rsid w:val="00FD73B3"/>
    <w:rsid w:val="00FE02E3"/>
    <w:rsid w:val="00FE1564"/>
    <w:rsid w:val="00FE4F76"/>
    <w:rsid w:val="00FE5464"/>
    <w:rsid w:val="00FE5AA4"/>
    <w:rsid w:val="00FE5FC1"/>
    <w:rsid w:val="00FE6988"/>
    <w:rsid w:val="00FE7343"/>
    <w:rsid w:val="00FF060A"/>
    <w:rsid w:val="00FF0F34"/>
    <w:rsid w:val="00FF2320"/>
    <w:rsid w:val="00FF394F"/>
    <w:rsid w:val="00FF4061"/>
    <w:rsid w:val="00FF4E13"/>
    <w:rsid w:val="00FF5239"/>
    <w:rsid w:val="00FF559B"/>
    <w:rsid w:val="00FF5C31"/>
    <w:rsid w:val="00FF755E"/>
    <w:rsid w:val="00FF7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7A1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357A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1203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070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1203B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D0B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709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200</TotalTime>
  <Pages>1</Pages>
  <Words>144</Words>
  <Characters>824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Вместе с тем, считаю целесообразным проинформировать, что следственными органами Российской Федерации возбуждены уголовные дела по фактам хищения денежных средств, поступивших в качестве оплаты поставленной продукции, а также кражи и растраты имущества</dc:title>
  <dc:subject/>
  <dc:creator>altukhov.a</dc:creator>
  <cp:keywords/>
  <dc:description/>
  <cp:lastModifiedBy>777</cp:lastModifiedBy>
  <cp:revision>11</cp:revision>
  <cp:lastPrinted>2019-10-23T07:16:00Z</cp:lastPrinted>
  <dcterms:created xsi:type="dcterms:W3CDTF">2019-10-17T09:00:00Z</dcterms:created>
  <dcterms:modified xsi:type="dcterms:W3CDTF">2019-10-25T09:16:00Z</dcterms:modified>
</cp:coreProperties>
</file>