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9D2" w:rsidRPr="00587CF4" w:rsidRDefault="00FB29D2" w:rsidP="00627022">
      <w:pPr>
        <w:ind w:firstLine="720"/>
        <w:jc w:val="right"/>
        <w:rPr>
          <w:b/>
          <w:sz w:val="28"/>
          <w:szCs w:val="28"/>
        </w:rPr>
      </w:pPr>
      <w:r w:rsidRPr="00587CF4">
        <w:rPr>
          <w:b/>
          <w:sz w:val="28"/>
          <w:szCs w:val="28"/>
        </w:rPr>
        <w:t>Приветственное слово</w:t>
      </w:r>
    </w:p>
    <w:p w:rsidR="00FB29D2" w:rsidRPr="00587CF4" w:rsidRDefault="00FB29D2" w:rsidP="00627022">
      <w:pPr>
        <w:ind w:firstLine="720"/>
        <w:jc w:val="right"/>
        <w:rPr>
          <w:b/>
          <w:sz w:val="28"/>
          <w:szCs w:val="28"/>
        </w:rPr>
      </w:pPr>
    </w:p>
    <w:p w:rsidR="00FB29D2" w:rsidRPr="00587CF4" w:rsidRDefault="00FB29D2" w:rsidP="00833919">
      <w:pPr>
        <w:spacing w:line="400" w:lineRule="exact"/>
        <w:jc w:val="center"/>
        <w:rPr>
          <w:b/>
          <w:sz w:val="28"/>
          <w:szCs w:val="28"/>
        </w:rPr>
      </w:pPr>
      <w:r w:rsidRPr="00587CF4">
        <w:rPr>
          <w:b/>
          <w:sz w:val="28"/>
          <w:szCs w:val="28"/>
        </w:rPr>
        <w:t>Уважаемый Александр Владимирович!</w:t>
      </w:r>
    </w:p>
    <w:p w:rsidR="00FB29D2" w:rsidRPr="00587CF4" w:rsidRDefault="00FB29D2" w:rsidP="00833919">
      <w:pPr>
        <w:spacing w:line="400" w:lineRule="exact"/>
        <w:jc w:val="center"/>
        <w:rPr>
          <w:b/>
          <w:sz w:val="28"/>
          <w:szCs w:val="28"/>
        </w:rPr>
      </w:pPr>
      <w:r w:rsidRPr="00587CF4">
        <w:rPr>
          <w:b/>
          <w:sz w:val="28"/>
          <w:szCs w:val="28"/>
        </w:rPr>
        <w:t>Уважаемые коллеги!</w:t>
      </w:r>
    </w:p>
    <w:p w:rsidR="00FB29D2" w:rsidRPr="00587CF4" w:rsidRDefault="00FB29D2" w:rsidP="00281B1F">
      <w:pPr>
        <w:ind w:firstLine="720"/>
        <w:jc w:val="center"/>
        <w:rPr>
          <w:sz w:val="28"/>
          <w:szCs w:val="28"/>
        </w:rPr>
      </w:pPr>
    </w:p>
    <w:p w:rsidR="00FB29D2" w:rsidRPr="00587CF4" w:rsidRDefault="00FB29D2" w:rsidP="00BB3D65">
      <w:pPr>
        <w:ind w:firstLine="709"/>
        <w:jc w:val="both"/>
        <w:rPr>
          <w:sz w:val="28"/>
          <w:szCs w:val="28"/>
        </w:rPr>
      </w:pPr>
      <w:r w:rsidRPr="00587CF4">
        <w:rPr>
          <w:sz w:val="28"/>
          <w:szCs w:val="28"/>
        </w:rPr>
        <w:t xml:space="preserve">Прежде всего, позвольте поблагодарить Вас за неизменно </w:t>
      </w:r>
      <w:r w:rsidRPr="00587CF4">
        <w:rPr>
          <w:spacing w:val="-4"/>
          <w:sz w:val="28"/>
          <w:szCs w:val="28"/>
        </w:rPr>
        <w:t>теплый прием, оказанный российской делегации, и великолепную</w:t>
      </w:r>
      <w:r w:rsidRPr="00587CF4">
        <w:rPr>
          <w:sz w:val="28"/>
          <w:szCs w:val="28"/>
        </w:rPr>
        <w:t xml:space="preserve"> организацию сегодняшнего мероприятия.</w:t>
      </w:r>
    </w:p>
    <w:p w:rsidR="00FB29D2" w:rsidRPr="00587CF4" w:rsidRDefault="00FB29D2" w:rsidP="000C2373">
      <w:pPr>
        <w:ind w:firstLine="709"/>
        <w:jc w:val="both"/>
        <w:rPr>
          <w:sz w:val="28"/>
          <w:szCs w:val="28"/>
        </w:rPr>
      </w:pPr>
      <w:r w:rsidRPr="00587CF4">
        <w:rPr>
          <w:sz w:val="28"/>
          <w:szCs w:val="28"/>
        </w:rPr>
        <w:t xml:space="preserve">Нам предстоит обсудить актуальную тему </w:t>
      </w:r>
      <w:r w:rsidRPr="00587CF4">
        <w:rPr>
          <w:spacing w:val="-8"/>
          <w:sz w:val="28"/>
          <w:szCs w:val="28"/>
        </w:rPr>
        <w:t>возмещения ущерба, причиняемого преступлениями</w:t>
      </w:r>
      <w:r w:rsidRPr="00587CF4">
        <w:rPr>
          <w:sz w:val="28"/>
          <w:szCs w:val="28"/>
        </w:rPr>
        <w:t xml:space="preserve"> и правонарушениями. От результативности этой деятельности во многом зависит уровень защиты прав граждан, интересов общества и государства.</w:t>
      </w:r>
    </w:p>
    <w:p w:rsidR="00FB29D2" w:rsidRPr="00587CF4" w:rsidRDefault="00FB29D2" w:rsidP="00BB3D65">
      <w:pPr>
        <w:ind w:firstLine="709"/>
        <w:jc w:val="both"/>
        <w:rPr>
          <w:sz w:val="28"/>
          <w:szCs w:val="28"/>
        </w:rPr>
      </w:pPr>
      <w:r w:rsidRPr="00587CF4">
        <w:rPr>
          <w:sz w:val="28"/>
          <w:szCs w:val="28"/>
        </w:rPr>
        <w:t>Между генеральными прокуратурами Российской Федерации и Республики Беларусь установились тесные, конструктивные отношения в сфере обмена значимой информацией, оказания правовой помощи по уголовным делам в вопросах розыска и установления имущества, на которое может быть обращено взыскание с целью возмещения ущерба.</w:t>
      </w:r>
    </w:p>
    <w:p w:rsidR="00FB29D2" w:rsidRPr="00587CF4" w:rsidRDefault="00FB29D2" w:rsidP="00D31B42">
      <w:pPr>
        <w:ind w:firstLine="709"/>
        <w:jc w:val="both"/>
        <w:rPr>
          <w:sz w:val="28"/>
          <w:szCs w:val="28"/>
        </w:rPr>
      </w:pPr>
      <w:r w:rsidRPr="00587CF4">
        <w:rPr>
          <w:spacing w:val="-2"/>
          <w:sz w:val="28"/>
          <w:szCs w:val="28"/>
        </w:rPr>
        <w:t xml:space="preserve">Что касается нашей страны, то этому направлению в последнее время уделяется повышенное внимание. </w:t>
      </w:r>
      <w:r w:rsidRPr="00587CF4">
        <w:rPr>
          <w:sz w:val="28"/>
          <w:szCs w:val="28"/>
        </w:rPr>
        <w:t xml:space="preserve">Правоохранительными, контролирующими и надзорными ведомствами реализуется изданный в 2016 г. совместный приказ о порядке </w:t>
      </w:r>
      <w:r w:rsidRPr="00587CF4">
        <w:rPr>
          <w:spacing w:val="-8"/>
          <w:sz w:val="28"/>
          <w:szCs w:val="28"/>
        </w:rPr>
        <w:t>взаимодействия на досудебной стадии уголовного</w:t>
      </w:r>
      <w:r w:rsidRPr="00587CF4">
        <w:rPr>
          <w:sz w:val="28"/>
          <w:szCs w:val="28"/>
        </w:rPr>
        <w:t xml:space="preserve"> судопроизводства в вопросах возмещения ущерба. Разработана Инструкция по организации информационного взаимодействия </w:t>
      </w:r>
      <w:r w:rsidRPr="00587CF4">
        <w:rPr>
          <w:spacing w:val="-10"/>
          <w:sz w:val="28"/>
          <w:szCs w:val="28"/>
        </w:rPr>
        <w:t>в сфере противодействия легализации преступных</w:t>
      </w:r>
      <w:r w:rsidRPr="00587CF4">
        <w:rPr>
          <w:sz w:val="28"/>
          <w:szCs w:val="28"/>
        </w:rPr>
        <w:t xml:space="preserve"> доходов.</w:t>
      </w:r>
    </w:p>
    <w:p w:rsidR="00FB29D2" w:rsidRPr="00587CF4" w:rsidRDefault="00FB29D2" w:rsidP="00BC3E7F">
      <w:pPr>
        <w:ind w:firstLine="709"/>
        <w:jc w:val="both"/>
        <w:rPr>
          <w:sz w:val="28"/>
          <w:szCs w:val="28"/>
        </w:rPr>
      </w:pPr>
      <w:r w:rsidRPr="00587CF4">
        <w:rPr>
          <w:sz w:val="28"/>
          <w:szCs w:val="28"/>
        </w:rPr>
        <w:t xml:space="preserve">В июне текущего года проведено заседание Координационного совещания руководителей правоохранительных органов, на котором </w:t>
      </w:r>
      <w:r w:rsidRPr="00587CF4">
        <w:rPr>
          <w:spacing w:val="-2"/>
          <w:sz w:val="28"/>
          <w:szCs w:val="28"/>
        </w:rPr>
        <w:t>выработаны дополнительные меры, направленные на повышение эффективности</w:t>
      </w:r>
      <w:r w:rsidRPr="00587CF4">
        <w:rPr>
          <w:sz w:val="28"/>
          <w:szCs w:val="28"/>
        </w:rPr>
        <w:t xml:space="preserve"> работы органов следствия, оперативных служб, </w:t>
      </w:r>
      <w:r w:rsidRPr="00587CF4">
        <w:rPr>
          <w:spacing w:val="-2"/>
          <w:sz w:val="28"/>
          <w:szCs w:val="28"/>
        </w:rPr>
        <w:t xml:space="preserve">прокуроров, </w:t>
      </w:r>
      <w:r w:rsidRPr="00587CF4">
        <w:rPr>
          <w:spacing w:val="-4"/>
          <w:sz w:val="28"/>
          <w:szCs w:val="28"/>
        </w:rPr>
        <w:t>судебных приставов-исполнителей по возмещению</w:t>
      </w:r>
      <w:r w:rsidRPr="00587CF4">
        <w:rPr>
          <w:spacing w:val="-2"/>
          <w:sz w:val="28"/>
          <w:szCs w:val="28"/>
        </w:rPr>
        <w:t xml:space="preserve"> причиненного преступлениями ущерба</w:t>
      </w:r>
      <w:r w:rsidRPr="00587CF4">
        <w:rPr>
          <w:sz w:val="28"/>
          <w:szCs w:val="28"/>
        </w:rPr>
        <w:t>.</w:t>
      </w:r>
    </w:p>
    <w:p w:rsidR="00FB29D2" w:rsidRPr="00587CF4" w:rsidRDefault="00FB29D2" w:rsidP="00BB3D65">
      <w:pPr>
        <w:ind w:firstLine="709"/>
        <w:jc w:val="both"/>
        <w:rPr>
          <w:sz w:val="28"/>
          <w:szCs w:val="28"/>
        </w:rPr>
      </w:pPr>
      <w:r w:rsidRPr="00587CF4">
        <w:rPr>
          <w:sz w:val="28"/>
          <w:szCs w:val="28"/>
        </w:rPr>
        <w:t>Конечно, все проблемы нам решить пока не удалось. И как показывает анализ подготовленных к данному мероприятию материалов, в рассматриваемой области</w:t>
      </w:r>
      <w:bookmarkStart w:id="0" w:name="_GoBack"/>
      <w:bookmarkEnd w:id="0"/>
      <w:r w:rsidRPr="00587CF4">
        <w:rPr>
          <w:sz w:val="28"/>
          <w:szCs w:val="28"/>
        </w:rPr>
        <w:t xml:space="preserve"> они у нас с вами во многом схожи.</w:t>
      </w:r>
    </w:p>
    <w:p w:rsidR="00FB29D2" w:rsidRPr="00587CF4" w:rsidRDefault="00FB29D2" w:rsidP="00BB3D65">
      <w:pPr>
        <w:pStyle w:val="BodyTextIndent"/>
        <w:widowControl w:val="0"/>
        <w:pBdr>
          <w:bottom w:val="single" w:sz="4" w:space="31" w:color="FFFFFF"/>
        </w:pBdr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587CF4">
        <w:rPr>
          <w:sz w:val="28"/>
          <w:szCs w:val="28"/>
        </w:rPr>
        <w:t>Убежден, что сегодня мы совместно наметим конкретные меры, направленные на их преодоление и повышение эффективности взаимодействия в обсуждаемой сфере.</w:t>
      </w:r>
    </w:p>
    <w:sectPr w:rsidR="00FB29D2" w:rsidRPr="00587CF4" w:rsidSect="00D628E4">
      <w:headerReference w:type="even" r:id="rId6"/>
      <w:headerReference w:type="default" r:id="rId7"/>
      <w:pgSz w:w="11906" w:h="16838" w:code="9"/>
      <w:pgMar w:top="851" w:right="624" w:bottom="624" w:left="1134" w:header="454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9D2" w:rsidRDefault="00FB29D2">
      <w:r>
        <w:separator/>
      </w:r>
    </w:p>
  </w:endnote>
  <w:endnote w:type="continuationSeparator" w:id="0">
    <w:p w:rsidR="00FB29D2" w:rsidRDefault="00FB29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9D2" w:rsidRDefault="00FB29D2">
      <w:r>
        <w:separator/>
      </w:r>
    </w:p>
  </w:footnote>
  <w:footnote w:type="continuationSeparator" w:id="0">
    <w:p w:rsidR="00FB29D2" w:rsidRDefault="00FB29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9D2" w:rsidRDefault="00FB29D2" w:rsidP="0062702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B29D2" w:rsidRDefault="00FB29D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9D2" w:rsidRDefault="00FB29D2" w:rsidP="0046526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B29D2" w:rsidRDefault="00FB29D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1B1F"/>
    <w:rsid w:val="00025A20"/>
    <w:rsid w:val="00026CA5"/>
    <w:rsid w:val="00045F78"/>
    <w:rsid w:val="000724BB"/>
    <w:rsid w:val="00073B38"/>
    <w:rsid w:val="00091C16"/>
    <w:rsid w:val="000A19C3"/>
    <w:rsid w:val="000A2C7D"/>
    <w:rsid w:val="000A2EB4"/>
    <w:rsid w:val="000B1AA2"/>
    <w:rsid w:val="000B7F12"/>
    <w:rsid w:val="000C0381"/>
    <w:rsid w:val="000C2373"/>
    <w:rsid w:val="000D4A94"/>
    <w:rsid w:val="000E325B"/>
    <w:rsid w:val="00117624"/>
    <w:rsid w:val="00124596"/>
    <w:rsid w:val="00147F19"/>
    <w:rsid w:val="0018772A"/>
    <w:rsid w:val="001D617D"/>
    <w:rsid w:val="001F2C48"/>
    <w:rsid w:val="00223334"/>
    <w:rsid w:val="0023731F"/>
    <w:rsid w:val="002418DE"/>
    <w:rsid w:val="002602B9"/>
    <w:rsid w:val="0027469C"/>
    <w:rsid w:val="00277126"/>
    <w:rsid w:val="00281B1F"/>
    <w:rsid w:val="00282823"/>
    <w:rsid w:val="002B2F7B"/>
    <w:rsid w:val="002D0B3E"/>
    <w:rsid w:val="002E5FD7"/>
    <w:rsid w:val="00300E13"/>
    <w:rsid w:val="00310DEE"/>
    <w:rsid w:val="00313ADB"/>
    <w:rsid w:val="00323E21"/>
    <w:rsid w:val="00324570"/>
    <w:rsid w:val="00331038"/>
    <w:rsid w:val="00335F69"/>
    <w:rsid w:val="00350E38"/>
    <w:rsid w:val="00357E26"/>
    <w:rsid w:val="00362D9B"/>
    <w:rsid w:val="00394979"/>
    <w:rsid w:val="003A7445"/>
    <w:rsid w:val="003C6DF6"/>
    <w:rsid w:val="003E4FC8"/>
    <w:rsid w:val="003F4B6A"/>
    <w:rsid w:val="003F6DED"/>
    <w:rsid w:val="0043229C"/>
    <w:rsid w:val="00464911"/>
    <w:rsid w:val="0046526F"/>
    <w:rsid w:val="0047345C"/>
    <w:rsid w:val="00482C81"/>
    <w:rsid w:val="004A0A3D"/>
    <w:rsid w:val="004C620E"/>
    <w:rsid w:val="005528AF"/>
    <w:rsid w:val="0057705B"/>
    <w:rsid w:val="00577565"/>
    <w:rsid w:val="00584693"/>
    <w:rsid w:val="00584D04"/>
    <w:rsid w:val="00587CF4"/>
    <w:rsid w:val="005A6390"/>
    <w:rsid w:val="005E3049"/>
    <w:rsid w:val="005F085D"/>
    <w:rsid w:val="00616362"/>
    <w:rsid w:val="00616B36"/>
    <w:rsid w:val="0062655E"/>
    <w:rsid w:val="00626D8F"/>
    <w:rsid w:val="00627022"/>
    <w:rsid w:val="00644A3D"/>
    <w:rsid w:val="00655383"/>
    <w:rsid w:val="0066074C"/>
    <w:rsid w:val="006724F3"/>
    <w:rsid w:val="006A2A6E"/>
    <w:rsid w:val="006F7277"/>
    <w:rsid w:val="00710D2B"/>
    <w:rsid w:val="00713CEA"/>
    <w:rsid w:val="00725CF9"/>
    <w:rsid w:val="007276A1"/>
    <w:rsid w:val="00736374"/>
    <w:rsid w:val="00737889"/>
    <w:rsid w:val="00762072"/>
    <w:rsid w:val="00787E0D"/>
    <w:rsid w:val="007A2CDB"/>
    <w:rsid w:val="007D04BE"/>
    <w:rsid w:val="007E4204"/>
    <w:rsid w:val="007F459A"/>
    <w:rsid w:val="007F465D"/>
    <w:rsid w:val="00805F46"/>
    <w:rsid w:val="00807598"/>
    <w:rsid w:val="00816760"/>
    <w:rsid w:val="008272D1"/>
    <w:rsid w:val="008307C6"/>
    <w:rsid w:val="00833919"/>
    <w:rsid w:val="00840A92"/>
    <w:rsid w:val="00855ED8"/>
    <w:rsid w:val="00860D4F"/>
    <w:rsid w:val="00866CFB"/>
    <w:rsid w:val="00881A23"/>
    <w:rsid w:val="00895FE2"/>
    <w:rsid w:val="00897526"/>
    <w:rsid w:val="008C45A0"/>
    <w:rsid w:val="009117CC"/>
    <w:rsid w:val="0092257F"/>
    <w:rsid w:val="00923019"/>
    <w:rsid w:val="009369BA"/>
    <w:rsid w:val="00940694"/>
    <w:rsid w:val="00944632"/>
    <w:rsid w:val="00962E4B"/>
    <w:rsid w:val="00991B6F"/>
    <w:rsid w:val="00991CCE"/>
    <w:rsid w:val="009A2EBC"/>
    <w:rsid w:val="009C1282"/>
    <w:rsid w:val="009D2CE0"/>
    <w:rsid w:val="009E7DB0"/>
    <w:rsid w:val="00A168F8"/>
    <w:rsid w:val="00A30676"/>
    <w:rsid w:val="00A60727"/>
    <w:rsid w:val="00A94F7B"/>
    <w:rsid w:val="00A96911"/>
    <w:rsid w:val="00B02B2C"/>
    <w:rsid w:val="00B17009"/>
    <w:rsid w:val="00B25406"/>
    <w:rsid w:val="00B512D9"/>
    <w:rsid w:val="00B5325D"/>
    <w:rsid w:val="00B73467"/>
    <w:rsid w:val="00B93BFF"/>
    <w:rsid w:val="00BB14C4"/>
    <w:rsid w:val="00BB3D65"/>
    <w:rsid w:val="00BB6C6C"/>
    <w:rsid w:val="00BC3E7F"/>
    <w:rsid w:val="00C07CC8"/>
    <w:rsid w:val="00C144F0"/>
    <w:rsid w:val="00C33FB0"/>
    <w:rsid w:val="00C47B40"/>
    <w:rsid w:val="00C52BCE"/>
    <w:rsid w:val="00CA0555"/>
    <w:rsid w:val="00CA16E3"/>
    <w:rsid w:val="00CA613E"/>
    <w:rsid w:val="00CC4E3C"/>
    <w:rsid w:val="00CD062C"/>
    <w:rsid w:val="00CD24D9"/>
    <w:rsid w:val="00CE5D9A"/>
    <w:rsid w:val="00D07A72"/>
    <w:rsid w:val="00D31B42"/>
    <w:rsid w:val="00D346CF"/>
    <w:rsid w:val="00D354F8"/>
    <w:rsid w:val="00D628E4"/>
    <w:rsid w:val="00D76BE4"/>
    <w:rsid w:val="00D802BE"/>
    <w:rsid w:val="00D961FC"/>
    <w:rsid w:val="00DA2874"/>
    <w:rsid w:val="00DC1E88"/>
    <w:rsid w:val="00DD2586"/>
    <w:rsid w:val="00DD279D"/>
    <w:rsid w:val="00DE6D48"/>
    <w:rsid w:val="00E0571F"/>
    <w:rsid w:val="00E20D9E"/>
    <w:rsid w:val="00E23474"/>
    <w:rsid w:val="00E30DD2"/>
    <w:rsid w:val="00E65FB0"/>
    <w:rsid w:val="00E769D2"/>
    <w:rsid w:val="00E93BC9"/>
    <w:rsid w:val="00EA44ED"/>
    <w:rsid w:val="00EC0805"/>
    <w:rsid w:val="00EC2240"/>
    <w:rsid w:val="00EE2DB0"/>
    <w:rsid w:val="00F164B6"/>
    <w:rsid w:val="00F375C0"/>
    <w:rsid w:val="00F779FE"/>
    <w:rsid w:val="00F9120E"/>
    <w:rsid w:val="00F9205B"/>
    <w:rsid w:val="00FB29D2"/>
    <w:rsid w:val="00FB4567"/>
    <w:rsid w:val="00FB584E"/>
    <w:rsid w:val="00FC497B"/>
    <w:rsid w:val="00FC5410"/>
    <w:rsid w:val="00FC550D"/>
    <w:rsid w:val="00FC705A"/>
    <w:rsid w:val="00FD4504"/>
    <w:rsid w:val="00FF4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B1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81B1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0235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281B1F"/>
    <w:rPr>
      <w:rFonts w:cs="Times New Roman"/>
    </w:rPr>
  </w:style>
  <w:style w:type="character" w:customStyle="1" w:styleId="BodyTextChar">
    <w:name w:val="Body Text Char"/>
    <w:link w:val="BodyText"/>
    <w:uiPriority w:val="99"/>
    <w:locked/>
    <w:rsid w:val="00281B1F"/>
    <w:rPr>
      <w:sz w:val="26"/>
      <w:shd w:val="clear" w:color="auto" w:fill="FFFFFF"/>
    </w:rPr>
  </w:style>
  <w:style w:type="paragraph" w:styleId="BodyText">
    <w:name w:val="Body Text"/>
    <w:basedOn w:val="Normal"/>
    <w:link w:val="BodyTextChar"/>
    <w:uiPriority w:val="99"/>
    <w:rsid w:val="00281B1F"/>
    <w:pPr>
      <w:shd w:val="clear" w:color="auto" w:fill="FFFFFF"/>
      <w:spacing w:before="300" w:after="300" w:line="240" w:lineRule="atLeast"/>
    </w:pPr>
    <w:rPr>
      <w:sz w:val="26"/>
      <w:szCs w:val="26"/>
      <w:shd w:val="clear" w:color="auto" w:fill="FFFFFF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EA0235"/>
    <w:rPr>
      <w:sz w:val="24"/>
      <w:szCs w:val="24"/>
    </w:rPr>
  </w:style>
  <w:style w:type="paragraph" w:customStyle="1" w:styleId="ConsPlusNormal">
    <w:name w:val="ConsPlusNormal"/>
    <w:uiPriority w:val="99"/>
    <w:rsid w:val="00281B1F"/>
    <w:pPr>
      <w:autoSpaceDE w:val="0"/>
      <w:autoSpaceDN w:val="0"/>
      <w:adjustRightInd w:val="0"/>
    </w:pPr>
    <w:rPr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11762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A023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7712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0235"/>
    <w:rPr>
      <w:sz w:val="24"/>
      <w:szCs w:val="24"/>
    </w:rPr>
  </w:style>
  <w:style w:type="paragraph" w:customStyle="1" w:styleId="a">
    <w:name w:val="Знак"/>
    <w:basedOn w:val="Normal"/>
    <w:uiPriority w:val="99"/>
    <w:rsid w:val="007D04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rsid w:val="00713C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13C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1103</TotalTime>
  <Pages>1</Pages>
  <Words>279</Words>
  <Characters>1596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коллеги</dc:title>
  <dc:subject/>
  <dc:creator>ufaoko</dc:creator>
  <cp:keywords/>
  <dc:description/>
  <cp:lastModifiedBy>777</cp:lastModifiedBy>
  <cp:revision>8</cp:revision>
  <cp:lastPrinted>2019-10-18T06:06:00Z</cp:lastPrinted>
  <dcterms:created xsi:type="dcterms:W3CDTF">2019-10-17T15:09:00Z</dcterms:created>
  <dcterms:modified xsi:type="dcterms:W3CDTF">2019-10-25T09:16:00Z</dcterms:modified>
</cp:coreProperties>
</file>